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F37D6" w14:textId="77777777" w:rsidR="00E24EE2" w:rsidRPr="00CA4DDC" w:rsidRDefault="00E24EE2">
      <w:pPr>
        <w:rPr>
          <w:lang w:val="es-ES"/>
        </w:rPr>
      </w:pPr>
    </w:p>
    <w:p w14:paraId="5C2DC78F" w14:textId="77777777" w:rsidR="00E24EE2" w:rsidRPr="00CA4DDC" w:rsidRDefault="00E24EE2" w:rsidP="00972773">
      <w:pPr>
        <w:tabs>
          <w:tab w:val="left" w:pos="9492"/>
        </w:tabs>
        <w:rPr>
          <w:lang w:val="es-ES"/>
        </w:rPr>
      </w:pPr>
    </w:p>
    <w:p w14:paraId="634DA957" w14:textId="77777777" w:rsidR="00E24EE2" w:rsidRPr="00CA4DDC" w:rsidRDefault="00E24EE2">
      <w:pPr>
        <w:rPr>
          <w:lang w:val="es-ES"/>
        </w:rPr>
      </w:pPr>
    </w:p>
    <w:p w14:paraId="35665A21" w14:textId="77777777" w:rsidR="00E24EE2" w:rsidRPr="00CA4DDC" w:rsidRDefault="00E24EE2">
      <w:pPr>
        <w:rPr>
          <w:lang w:val="es-ES"/>
        </w:rPr>
      </w:pPr>
    </w:p>
    <w:p w14:paraId="329C7091" w14:textId="77777777" w:rsidR="00E24EE2" w:rsidRPr="00CA4DDC" w:rsidRDefault="00E24EE2">
      <w:pPr>
        <w:rPr>
          <w:lang w:val="es-ES"/>
        </w:rPr>
      </w:pPr>
      <w:r w:rsidRPr="00CA4DDC">
        <w:rPr>
          <w:lang w:val="es-ES"/>
        </w:rPr>
        <w:t xml:space="preserve">        </w:t>
      </w:r>
    </w:p>
    <w:p w14:paraId="36973694" w14:textId="77777777" w:rsidR="00E24EE2" w:rsidRPr="00CA4DDC" w:rsidRDefault="00E24EE2">
      <w:pPr>
        <w:rPr>
          <w:lang w:val="es-ES"/>
        </w:rPr>
      </w:pPr>
    </w:p>
    <w:p w14:paraId="6215A5AE" w14:textId="77777777" w:rsidR="00E24EE2" w:rsidRPr="00CA4DDC" w:rsidRDefault="00E24EE2">
      <w:pPr>
        <w:rPr>
          <w:lang w:val="es-ES"/>
        </w:rPr>
      </w:pPr>
      <w:r w:rsidRPr="00CA4DDC">
        <w:rPr>
          <w:lang w:val="es-ES"/>
        </w:rPr>
        <w:t xml:space="preserve">          </w:t>
      </w:r>
    </w:p>
    <w:p w14:paraId="7381DCD9" w14:textId="77777777" w:rsidR="00E24EE2" w:rsidRPr="00CA4DDC" w:rsidRDefault="00E24EE2">
      <w:pPr>
        <w:rPr>
          <w:lang w:val="es-ES"/>
        </w:rPr>
      </w:pPr>
    </w:p>
    <w:p w14:paraId="58026C76" w14:textId="77777777" w:rsidR="00E24EE2" w:rsidRPr="00CA4DDC" w:rsidRDefault="00E24EE2">
      <w:pPr>
        <w:rPr>
          <w:lang w:val="es-ES"/>
        </w:rPr>
      </w:pPr>
    </w:p>
    <w:p w14:paraId="7007DFFA" w14:textId="77777777" w:rsidR="00E24EE2" w:rsidRPr="00CA4DDC" w:rsidRDefault="00000000">
      <w:pPr>
        <w:rPr>
          <w:lang w:val="es-ES"/>
        </w:rPr>
      </w:pPr>
      <w:r>
        <w:rPr>
          <w:noProof/>
          <w:lang w:val="es-ES"/>
        </w:rPr>
        <w:pict w14:anchorId="1006050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margin-left:109.75pt;margin-top:158.25pt;width:389.55pt;height:329.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" stroked="f">
            <v:textbox style="mso-next-textbox:#Text Box 2">
              <w:txbxContent>
                <w:p w14:paraId="6DFD19E6" w14:textId="77777777" w:rsidR="00805353" w:rsidRPr="00805353" w:rsidRDefault="00D52E79" w:rsidP="00805353">
                  <w:pPr>
                    <w:tabs>
                      <w:tab w:val="left" w:pos="945"/>
                    </w:tabs>
                    <w:rPr>
                      <w:rFonts w:ascii="Arial" w:hAnsi="Arial" w:cs="Arial"/>
                      <w:b/>
                      <w:noProof/>
                      <w:sz w:val="14"/>
                      <w:szCs w:val="14"/>
                      <w:lang w:val="es-MX" w:eastAsia="es-MX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 wp14:anchorId="084A3E83" wp14:editId="234CC9C2">
                        <wp:extent cx="1022350" cy="692150"/>
                        <wp:effectExtent l="0" t="0" r="0" b="0"/>
                        <wp:docPr id="2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1145" b="1369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350" cy="692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1D77408" w14:textId="77777777" w:rsidR="00805353" w:rsidRPr="00805353" w:rsidRDefault="00805353" w:rsidP="00805353">
                  <w:pPr>
                    <w:tabs>
                      <w:tab w:val="left" w:pos="945"/>
                    </w:tabs>
                    <w:jc w:val="right"/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</w:pPr>
                  <w:r w:rsidRPr="00805353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>DIRECCIÓN DISTRITAL ___</w:t>
                  </w:r>
                </w:p>
                <w:p w14:paraId="618B2AE6" w14:textId="77777777" w:rsidR="00805353" w:rsidRPr="00805353" w:rsidRDefault="00805353" w:rsidP="00805353">
                  <w:pPr>
                    <w:jc w:val="right"/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</w:pPr>
                </w:p>
                <w:p w14:paraId="32F9AB26" w14:textId="77777777" w:rsidR="00805353" w:rsidRPr="00805353" w:rsidRDefault="00805353" w:rsidP="00805353">
                  <w:pPr>
                    <w:jc w:val="both"/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</w:pPr>
                </w:p>
                <w:p w14:paraId="2F27925E" w14:textId="77777777" w:rsidR="00805353" w:rsidRPr="002832A5" w:rsidRDefault="00A30C6B" w:rsidP="00805353">
                  <w:pPr>
                    <w:tabs>
                      <w:tab w:val="right" w:leader="hyphen" w:pos="9469"/>
                    </w:tabs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  <w:r w:rsidRPr="002832A5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>LICENCIADA O LICENCIADO</w:t>
                  </w:r>
                  <w:r w:rsidR="00805353" w:rsidRPr="002832A5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 xml:space="preserve"> ________________________________________________________</w:t>
                  </w:r>
                  <w:r w:rsidR="00805353"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, </w:t>
                  </w:r>
                  <w:r w:rsidR="001A5CF7" w:rsidRPr="002832A5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>SECRETARIA O SECRETARIO</w:t>
                  </w:r>
                  <w:r w:rsidR="00805353" w:rsidRPr="002832A5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 xml:space="preserve"> DE ÓRGANO DESCONCENTRADO DE LA DIRECCIÓN DISTRITAL ___ </w:t>
                  </w:r>
                  <w:r w:rsidR="00805353"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DEL INSTITUTO ELECTORAL DE LA CIUDAD DE MÉXICO, CON FUNDAMENTO EN </w:t>
                  </w:r>
                  <w:r w:rsidR="00D52E79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EL</w:t>
                  </w:r>
                  <w:r w:rsidR="00805353"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 ARTÍCULO 113, FRACCIONES X Y XIV DEL CÓDIGO DE INSTITUCIONES Y PROCEDIMIENTOS ELECTORALES DE LA CIUDAD DE MEXICO. </w:t>
                  </w:r>
                  <w:r w:rsidR="00805353"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ab/>
                  </w:r>
                </w:p>
                <w:p w14:paraId="1C26F784" w14:textId="77777777" w:rsidR="00805353" w:rsidRPr="002832A5" w:rsidRDefault="00805353" w:rsidP="00805353">
                  <w:pPr>
                    <w:tabs>
                      <w:tab w:val="right" w:leader="hyphen" w:pos="9469"/>
                    </w:tabs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ab/>
                  </w:r>
                </w:p>
                <w:p w14:paraId="1DF254DA" w14:textId="77777777" w:rsidR="00805353" w:rsidRPr="002832A5" w:rsidRDefault="00805353" w:rsidP="00805353">
                  <w:pPr>
                    <w:tabs>
                      <w:tab w:val="right" w:leader="hyphen" w:pos="9469"/>
                    </w:tabs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-----------------------------------------------</w:t>
                  </w:r>
                  <w:r w:rsidR="00D52E79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-------------</w:t>
                  </w: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-----</w:t>
                  </w:r>
                  <w:r w:rsidRPr="002832A5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>CERTIFIC</w:t>
                  </w:r>
                  <w:r w:rsidR="00803BB7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>A</w:t>
                  </w: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ab/>
                  </w:r>
                </w:p>
                <w:p w14:paraId="74ADF720" w14:textId="77777777" w:rsidR="00805353" w:rsidRPr="002832A5" w:rsidRDefault="00805353" w:rsidP="00805353">
                  <w:pPr>
                    <w:tabs>
                      <w:tab w:val="right" w:leader="hyphen" w:pos="9469"/>
                    </w:tabs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ab/>
                  </w:r>
                </w:p>
                <w:p w14:paraId="50EE6ED9" w14:textId="77777777" w:rsidR="00805353" w:rsidRPr="00805353" w:rsidRDefault="00805353" w:rsidP="00805353">
                  <w:pPr>
                    <w:tabs>
                      <w:tab w:val="right" w:leader="hyphen" w:pos="9469"/>
                    </w:tabs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QUE </w:t>
                  </w:r>
                  <w:r w:rsidR="00346510" w:rsidRPr="00346510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EL PRESENTE DISCO COMPACTO CONTIENE LAS CONSTANCIAS DIGITALIZADAS CONSTANTES EN (</w:t>
                  </w:r>
                  <w:r w:rsidR="00346510" w:rsidRPr="00346510">
                    <w:rPr>
                      <w:rFonts w:ascii="Arial" w:hAnsi="Arial" w:cs="Arial"/>
                      <w:b/>
                      <w:sz w:val="15"/>
                      <w:szCs w:val="15"/>
                      <w:u w:val="single"/>
                      <w:lang w:val="es-MX"/>
                    </w:rPr>
                    <w:t>NÚMERO DE FOJAS</w:t>
                  </w:r>
                  <w:r w:rsidR="00346510" w:rsidRPr="00346510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) QUE INTEGRAN EL EXPEDIENTE DE LA</w:t>
                  </w: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 </w:t>
                  </w:r>
                  <w:r w:rsidR="00157399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(ELECCIÓN DE</w:t>
                  </w:r>
                  <w:r w:rsidR="009C34FD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 LAS</w:t>
                  </w:r>
                  <w:r w:rsidR="00157399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 COMISIONES DE PARTICIPACIÓN COMUNITARIA 2023/ </w:t>
                  </w: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CONSULTA DE PRESUPUESTO PARTICIPATIVO 202</w:t>
                  </w:r>
                  <w:r w:rsidR="00157399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3 Y 2024)</w:t>
                  </w: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, </w:t>
                  </w:r>
                  <w:r w:rsidR="00157399" w:rsidRPr="00157399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CELEBRADA DEL VEINTISIETE DE ABRIL AL CUATRO DE MAYO, ASÍ COMO EL SIETE DE MAYO DE DOS MIL VEINTITRÉS</w:t>
                  </w:r>
                  <w:r w:rsidRPr="002832A5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, RESPECTIVAMENTE, EN EL ÁMBITO TERRITORIAL DEL DISTRITO ELECTORAL ___; LEGAJO QUE SE TUVO A LA VISTA Y QUE</w:t>
                  </w:r>
                  <w:r w:rsidRPr="00805353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 COINCIDE EN TODAS SUS PARTES CON SU ORIGINAL, MISMO QUE OBRA EN LOS ARCHIVOS DE LA SECRETARIA EJECUTIVA DEL INSTITUTO ELECTORAL DE LA CIUDAD DE MÉXICO.</w:t>
                  </w:r>
                  <w:r w:rsidRPr="00805353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ab/>
                    <w:t xml:space="preserve"> </w:t>
                  </w:r>
                </w:p>
                <w:p w14:paraId="661F6E25" w14:textId="77777777" w:rsidR="00805353" w:rsidRPr="00805353" w:rsidRDefault="00805353" w:rsidP="00805353">
                  <w:pPr>
                    <w:tabs>
                      <w:tab w:val="right" w:leader="hyphen" w:pos="9469"/>
                    </w:tabs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  <w:r w:rsidRPr="00805353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ab/>
                  </w:r>
                </w:p>
                <w:p w14:paraId="5ED1702F" w14:textId="77777777" w:rsidR="00805353" w:rsidRPr="00805353" w:rsidRDefault="00805353" w:rsidP="00805353">
                  <w:pPr>
                    <w:tabs>
                      <w:tab w:val="right" w:leader="hyphen" w:pos="9469"/>
                    </w:tabs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  <w:r w:rsidRPr="00805353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 xml:space="preserve">LA PRESENTE CERTIFICACIÓN SE EXPIDE PARA LOS EFECTOS LEGALES A QUE HAYA LUGAR, EN LA CIUDAD DE MÉXICO, A LOS ______ DÍAS DEL MES DE ______ DEL AÑO DOS </w:t>
                  </w:r>
                  <w:r w:rsidRPr="00BC3D74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MIL VEINTI</w:t>
                  </w:r>
                  <w:r w:rsidR="00157399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TRÉS</w:t>
                  </w:r>
                  <w:r w:rsidRPr="00BC3D74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>.</w:t>
                  </w:r>
                  <w:r w:rsidRPr="00805353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ab/>
                  </w:r>
                </w:p>
                <w:p w14:paraId="23C9A6C0" w14:textId="77777777" w:rsidR="00805353" w:rsidRPr="00805353" w:rsidRDefault="00805353" w:rsidP="00805353">
                  <w:pPr>
                    <w:tabs>
                      <w:tab w:val="right" w:leader="hyphen" w:pos="9469"/>
                    </w:tabs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  <w:r w:rsidRPr="00805353"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  <w:tab/>
                    <w:t xml:space="preserve"> </w:t>
                  </w:r>
                </w:p>
                <w:p w14:paraId="0A0EC7E7" w14:textId="77777777" w:rsidR="00805353" w:rsidRPr="00805353" w:rsidRDefault="00805353" w:rsidP="00805353">
                  <w:pPr>
                    <w:jc w:val="both"/>
                    <w:rPr>
                      <w:rFonts w:ascii="Arial" w:hAnsi="Arial" w:cs="Arial"/>
                      <w:sz w:val="15"/>
                      <w:szCs w:val="15"/>
                      <w:lang w:val="es-MX"/>
                    </w:rPr>
                  </w:pPr>
                </w:p>
                <w:p w14:paraId="7417AC93" w14:textId="77777777" w:rsidR="00805353" w:rsidRPr="00805353" w:rsidRDefault="00805353" w:rsidP="00805353">
                  <w:pPr>
                    <w:jc w:val="center"/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</w:pPr>
                </w:p>
                <w:p w14:paraId="4B44846E" w14:textId="77777777" w:rsidR="00805353" w:rsidRPr="00805353" w:rsidRDefault="00805353" w:rsidP="00805353">
                  <w:pPr>
                    <w:jc w:val="center"/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</w:pPr>
                  <w:r w:rsidRPr="00805353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 xml:space="preserve">SECRETARIA/O DE ÓRGANO DESCONCENTRADO </w:t>
                  </w:r>
                </w:p>
                <w:p w14:paraId="1E9941B6" w14:textId="77777777" w:rsidR="00805353" w:rsidRPr="00805353" w:rsidRDefault="00805353" w:rsidP="00805353">
                  <w:pPr>
                    <w:jc w:val="center"/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</w:pPr>
                  <w:r w:rsidRPr="00805353">
                    <w:rPr>
                      <w:rFonts w:ascii="Arial" w:hAnsi="Arial" w:cs="Arial"/>
                      <w:b/>
                      <w:sz w:val="15"/>
                      <w:szCs w:val="15"/>
                      <w:lang w:val="es-MX"/>
                    </w:rPr>
                    <w:t>DE LA DIRECCIÓN DISTRITAL ___</w:t>
                  </w:r>
                </w:p>
                <w:p w14:paraId="787A9D1C" w14:textId="77777777" w:rsidR="00805353" w:rsidRPr="00805353" w:rsidRDefault="00805353" w:rsidP="00805353">
                  <w:pPr>
                    <w:rPr>
                      <w:rFonts w:ascii="Arial" w:hAnsi="Arial" w:cs="Arial"/>
                      <w:sz w:val="12"/>
                      <w:szCs w:val="12"/>
                      <w:lang w:val="es-MX"/>
                    </w:rPr>
                  </w:pPr>
                </w:p>
                <w:p w14:paraId="12EA2BA4" w14:textId="77777777" w:rsidR="00805353" w:rsidRPr="00805353" w:rsidRDefault="00805353" w:rsidP="00805353">
                  <w:pPr>
                    <w:rPr>
                      <w:rFonts w:ascii="Arial" w:hAnsi="Arial" w:cs="Arial"/>
                      <w:sz w:val="12"/>
                      <w:szCs w:val="12"/>
                      <w:lang w:val="es-MX"/>
                    </w:rPr>
                  </w:pPr>
                </w:p>
                <w:p w14:paraId="3C98FEC8" w14:textId="77777777" w:rsidR="00805353" w:rsidRPr="00805353" w:rsidRDefault="00805353" w:rsidP="00805353">
                  <w:pPr>
                    <w:rPr>
                      <w:rFonts w:ascii="Arial" w:hAnsi="Arial" w:cs="Arial"/>
                      <w:sz w:val="12"/>
                      <w:szCs w:val="12"/>
                      <w:lang w:val="es-MX"/>
                    </w:rPr>
                  </w:pPr>
                  <w:r w:rsidRPr="00805353">
                    <w:rPr>
                      <w:rFonts w:ascii="Arial" w:hAnsi="Arial" w:cs="Arial"/>
                      <w:sz w:val="12"/>
                      <w:szCs w:val="12"/>
                      <w:lang w:val="es-MX"/>
                    </w:rPr>
                    <w:t>IECM-OD-___-___/2</w:t>
                  </w:r>
                  <w:r w:rsidR="00157399">
                    <w:rPr>
                      <w:rFonts w:ascii="Arial" w:hAnsi="Arial" w:cs="Arial"/>
                      <w:sz w:val="12"/>
                      <w:szCs w:val="12"/>
                      <w:lang w:val="es-MX"/>
                    </w:rPr>
                    <w:t>3</w:t>
                  </w:r>
                </w:p>
                <w:p w14:paraId="54730E14" w14:textId="77777777" w:rsidR="00805353" w:rsidRPr="00805353" w:rsidRDefault="00805353" w:rsidP="00805353">
                  <w:pPr>
                    <w:rPr>
                      <w:rFonts w:ascii="Arial" w:hAnsi="Arial" w:cs="Arial"/>
                      <w:sz w:val="12"/>
                      <w:szCs w:val="12"/>
                      <w:lang w:val="es-MX"/>
                    </w:rPr>
                  </w:pPr>
                </w:p>
                <w:p w14:paraId="5CF003C9" w14:textId="77777777" w:rsidR="00805353" w:rsidRPr="00805353" w:rsidRDefault="00805353" w:rsidP="00805353">
                  <w:pPr>
                    <w:pStyle w:val="Textoindependiente3"/>
                    <w:spacing w:after="0"/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</w:pPr>
                  <w:r w:rsidRPr="00805353">
                    <w:rPr>
                      <w:rFonts w:ascii="Arial" w:hAnsi="Arial" w:cs="Arial"/>
                      <w:sz w:val="12"/>
                      <w:szCs w:val="12"/>
                      <w:lang w:val="es-MX"/>
                    </w:rPr>
                    <w:t>---/---</w:t>
                  </w:r>
                </w:p>
                <w:p w14:paraId="7ECE0CC8" w14:textId="77777777" w:rsidR="00805353" w:rsidRPr="00805353" w:rsidRDefault="00805353" w:rsidP="00805353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  <w:lang w:val="es-MX"/>
                    </w:rPr>
                  </w:pPr>
                </w:p>
                <w:p w14:paraId="41CD61E5" w14:textId="77777777" w:rsidR="00822A1E" w:rsidRPr="00805353" w:rsidRDefault="00822A1E" w:rsidP="00805353">
                  <w:pPr>
                    <w:pStyle w:val="Ttulo2"/>
                    <w:jc w:val="left"/>
                    <w:rPr>
                      <w:rFonts w:ascii="Garamond" w:hAnsi="Garamond"/>
                      <w:b/>
                      <w:bCs/>
                      <w:color w:val="FFFF99"/>
                      <w:sz w:val="14"/>
                      <w:szCs w:val="14"/>
                    </w:rPr>
                  </w:pPr>
                </w:p>
              </w:txbxContent>
            </v:textbox>
            <w10:wrap anchorx="page" anchory="page"/>
          </v:shape>
        </w:pict>
      </w:r>
    </w:p>
    <w:p w14:paraId="79287659" w14:textId="77777777" w:rsidR="00E24EE2" w:rsidRPr="00CA4DDC" w:rsidRDefault="00E24EE2">
      <w:pPr>
        <w:rPr>
          <w:lang w:val="es-ES"/>
        </w:rPr>
      </w:pPr>
    </w:p>
    <w:p w14:paraId="20513057" w14:textId="77777777" w:rsidR="00E24EE2" w:rsidRPr="00CA4DDC" w:rsidRDefault="00E24EE2">
      <w:pPr>
        <w:rPr>
          <w:lang w:val="es-ES"/>
        </w:rPr>
      </w:pPr>
    </w:p>
    <w:p w14:paraId="65B844C2" w14:textId="77777777" w:rsidR="00E24EE2" w:rsidRPr="00CA4DDC" w:rsidRDefault="00E24EE2">
      <w:pPr>
        <w:rPr>
          <w:lang w:val="es-ES"/>
        </w:rPr>
      </w:pPr>
    </w:p>
    <w:p w14:paraId="6932A76E" w14:textId="77777777" w:rsidR="00E24EE2" w:rsidRPr="00CA4DDC" w:rsidRDefault="00E24EE2">
      <w:pPr>
        <w:rPr>
          <w:lang w:val="es-ES"/>
        </w:rPr>
      </w:pPr>
    </w:p>
    <w:p w14:paraId="574E28D0" w14:textId="77777777" w:rsidR="00E24EE2" w:rsidRPr="00CA4DDC" w:rsidRDefault="00E24EE2">
      <w:pPr>
        <w:rPr>
          <w:lang w:val="es-ES"/>
        </w:rPr>
      </w:pPr>
    </w:p>
    <w:p w14:paraId="6C808515" w14:textId="77777777" w:rsidR="00E24EE2" w:rsidRPr="00CA4DDC" w:rsidRDefault="00E24EE2">
      <w:pPr>
        <w:rPr>
          <w:lang w:val="es-ES"/>
        </w:rPr>
      </w:pPr>
    </w:p>
    <w:p w14:paraId="197E6873" w14:textId="77777777" w:rsidR="00E24EE2" w:rsidRPr="00CA4DDC" w:rsidRDefault="00E24EE2">
      <w:pPr>
        <w:jc w:val="center"/>
        <w:rPr>
          <w:lang w:val="es-ES"/>
        </w:rPr>
      </w:pPr>
    </w:p>
    <w:p w14:paraId="2179B3F5" w14:textId="77777777" w:rsidR="00E24EE2" w:rsidRPr="00CA4DDC" w:rsidRDefault="00E24EE2">
      <w:pPr>
        <w:rPr>
          <w:lang w:val="es-ES"/>
        </w:rPr>
      </w:pPr>
    </w:p>
    <w:p w14:paraId="54F98FF9" w14:textId="77777777" w:rsidR="00E24EE2" w:rsidRPr="00CA4DDC" w:rsidRDefault="00E24EE2">
      <w:pPr>
        <w:rPr>
          <w:lang w:val="es-ES"/>
        </w:rPr>
      </w:pPr>
    </w:p>
    <w:p w14:paraId="051538B9" w14:textId="77777777" w:rsidR="00E24EE2" w:rsidRPr="00CA4DDC" w:rsidRDefault="00E24EE2">
      <w:pPr>
        <w:rPr>
          <w:lang w:val="es-ES"/>
        </w:rPr>
      </w:pPr>
    </w:p>
    <w:p w14:paraId="1A2DCEF3" w14:textId="77777777" w:rsidR="00E24EE2" w:rsidRPr="00CA4DDC" w:rsidRDefault="00E24EE2">
      <w:pPr>
        <w:rPr>
          <w:lang w:val="es-ES"/>
        </w:rPr>
      </w:pPr>
    </w:p>
    <w:p w14:paraId="6A690D87" w14:textId="77777777" w:rsidR="00E24EE2" w:rsidRPr="00CA4DDC" w:rsidRDefault="00E24EE2">
      <w:pPr>
        <w:rPr>
          <w:lang w:val="es-ES"/>
        </w:rPr>
      </w:pPr>
    </w:p>
    <w:p w14:paraId="5B38D84C" w14:textId="77777777" w:rsidR="00E24EE2" w:rsidRPr="00CA4DDC" w:rsidRDefault="00E24EE2">
      <w:pPr>
        <w:rPr>
          <w:lang w:val="es-ES"/>
        </w:rPr>
      </w:pPr>
    </w:p>
    <w:p w14:paraId="2ECEB6CC" w14:textId="77777777" w:rsidR="00E24EE2" w:rsidRPr="00CA4DDC" w:rsidRDefault="00E24EE2">
      <w:pPr>
        <w:rPr>
          <w:lang w:val="es-ES"/>
        </w:rPr>
      </w:pPr>
    </w:p>
    <w:p w14:paraId="4B478C1F" w14:textId="77777777" w:rsidR="00E24EE2" w:rsidRPr="00CA4DDC" w:rsidRDefault="00E24EE2">
      <w:pPr>
        <w:rPr>
          <w:lang w:val="es-ES"/>
        </w:rPr>
      </w:pPr>
    </w:p>
    <w:p w14:paraId="12D75D34" w14:textId="77777777" w:rsidR="00E24EE2" w:rsidRDefault="00E24EE2">
      <w:pPr>
        <w:tabs>
          <w:tab w:val="left" w:pos="8745"/>
        </w:tabs>
        <w:rPr>
          <w:lang w:val="es-ES"/>
        </w:rPr>
      </w:pPr>
      <w:r w:rsidRPr="00CA4DDC">
        <w:rPr>
          <w:lang w:val="es-ES"/>
        </w:rPr>
        <w:tab/>
      </w:r>
    </w:p>
    <w:p w14:paraId="6B1F427E" w14:textId="77777777" w:rsidR="00BC3D74" w:rsidRDefault="00BC3D74">
      <w:pPr>
        <w:tabs>
          <w:tab w:val="left" w:pos="8745"/>
        </w:tabs>
        <w:rPr>
          <w:lang w:val="es-ES"/>
        </w:rPr>
      </w:pPr>
    </w:p>
    <w:p w14:paraId="2946DB3A" w14:textId="77777777" w:rsidR="00BC3D74" w:rsidRDefault="00BC3D74">
      <w:pPr>
        <w:tabs>
          <w:tab w:val="left" w:pos="8745"/>
        </w:tabs>
        <w:rPr>
          <w:lang w:val="es-ES"/>
        </w:rPr>
      </w:pPr>
    </w:p>
    <w:p w14:paraId="1E5518DD" w14:textId="77777777" w:rsidR="00BC3D74" w:rsidRDefault="00BC3D74">
      <w:pPr>
        <w:tabs>
          <w:tab w:val="left" w:pos="8745"/>
        </w:tabs>
        <w:rPr>
          <w:lang w:val="es-ES"/>
        </w:rPr>
      </w:pPr>
    </w:p>
    <w:p w14:paraId="41A79321" w14:textId="77777777" w:rsidR="00BC3D74" w:rsidRDefault="00BC3D74">
      <w:pPr>
        <w:tabs>
          <w:tab w:val="left" w:pos="8745"/>
        </w:tabs>
        <w:rPr>
          <w:lang w:val="es-ES"/>
        </w:rPr>
      </w:pPr>
    </w:p>
    <w:p w14:paraId="54C41F58" w14:textId="77777777" w:rsidR="00BC3D74" w:rsidRDefault="00BC3D74">
      <w:pPr>
        <w:tabs>
          <w:tab w:val="left" w:pos="8745"/>
        </w:tabs>
        <w:rPr>
          <w:lang w:val="es-ES"/>
        </w:rPr>
      </w:pPr>
    </w:p>
    <w:p w14:paraId="02F36251" w14:textId="77777777" w:rsidR="00BC3D74" w:rsidRDefault="00BC3D74">
      <w:pPr>
        <w:tabs>
          <w:tab w:val="left" w:pos="8745"/>
        </w:tabs>
        <w:rPr>
          <w:lang w:val="es-ES"/>
        </w:rPr>
      </w:pPr>
    </w:p>
    <w:p w14:paraId="4E0F6DC1" w14:textId="77777777" w:rsidR="00BC3D74" w:rsidRDefault="00BC3D74">
      <w:pPr>
        <w:tabs>
          <w:tab w:val="left" w:pos="8745"/>
        </w:tabs>
        <w:rPr>
          <w:lang w:val="es-ES"/>
        </w:rPr>
      </w:pPr>
    </w:p>
    <w:p w14:paraId="40F26506" w14:textId="77777777" w:rsidR="00BC3D74" w:rsidRDefault="00000000">
      <w:pPr>
        <w:tabs>
          <w:tab w:val="left" w:pos="8745"/>
        </w:tabs>
        <w:rPr>
          <w:lang w:val="es-ES"/>
        </w:rPr>
      </w:pPr>
      <w:r>
        <w:rPr>
          <w:noProof/>
          <w:lang w:val="es-ES" w:eastAsia="es-ES"/>
        </w:rPr>
        <w:pict w14:anchorId="51FB8D6C"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2060" type="#_x0000_t10" style="position:absolute;margin-left:320.1pt;margin-top:2.2pt;width:53.25pt;height:55.7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" filled="f">
            <v:textbox style="mso-next-textbox:#_x0000_s2060" inset="0,0,0,0">
              <w:txbxContent>
                <w:p w14:paraId="27B57275" w14:textId="77777777" w:rsidR="00844108" w:rsidRPr="00844108" w:rsidRDefault="00844108" w:rsidP="00844108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  <w:lang w:val="es-MX"/>
                    </w:rPr>
                  </w:pPr>
                  <w:r w:rsidRPr="00844108">
                    <w:rPr>
                      <w:rFonts w:ascii="Arial" w:hAnsi="Arial" w:cs="Arial"/>
                      <w:b/>
                      <w:sz w:val="14"/>
                      <w:szCs w:val="14"/>
                      <w:lang w:val="es-MX"/>
                    </w:rPr>
                    <w:t>(Sello)</w:t>
                  </w:r>
                </w:p>
                <w:p w14:paraId="76F4B111" w14:textId="77777777" w:rsidR="00844108" w:rsidRPr="00844108" w:rsidRDefault="00844108" w:rsidP="00844108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  <w:lang w:val="es-MX"/>
                    </w:rPr>
                  </w:pPr>
                  <w:r w:rsidRPr="00844108">
                    <w:rPr>
                      <w:rFonts w:ascii="Arial" w:hAnsi="Arial" w:cs="Arial"/>
                      <w:noProof/>
                      <w:sz w:val="14"/>
                      <w:szCs w:val="14"/>
                      <w:lang w:val="es-ES" w:eastAsia="es-ES"/>
                    </w:rPr>
                    <w:drawing>
                      <wp:inline distT="0" distB="0" distL="0" distR="0" wp14:anchorId="53E4EAB9" wp14:editId="100D8D7B">
                        <wp:extent cx="228600" cy="200025"/>
                        <wp:effectExtent l="19050" t="0" r="0" b="0"/>
                        <wp:docPr id="10" name="Imagen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n 2" descr="IECM curvas-4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F04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439CCB8" w14:textId="77777777" w:rsidR="00844108" w:rsidRPr="00844108" w:rsidRDefault="00844108" w:rsidP="00844108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  <w:lang w:val="es-MX"/>
                    </w:rPr>
                  </w:pPr>
                  <w:r w:rsidRPr="00844108">
                    <w:rPr>
                      <w:rFonts w:ascii="Arial" w:hAnsi="Arial" w:cs="Arial"/>
                      <w:b/>
                      <w:sz w:val="14"/>
                      <w:szCs w:val="14"/>
                      <w:lang w:val="es-MX"/>
                    </w:rPr>
                    <w:t>Dirección Distrital ___</w:t>
                  </w:r>
                </w:p>
              </w:txbxContent>
            </v:textbox>
          </v:shape>
        </w:pict>
      </w:r>
    </w:p>
    <w:p w14:paraId="2E1A74D7" w14:textId="77777777" w:rsidR="00BC3D74" w:rsidRDefault="00BC3D74">
      <w:pPr>
        <w:tabs>
          <w:tab w:val="left" w:pos="8745"/>
        </w:tabs>
        <w:rPr>
          <w:lang w:val="es-ES"/>
        </w:rPr>
      </w:pPr>
    </w:p>
    <w:p w14:paraId="480137E4" w14:textId="77777777" w:rsidR="00BC3D74" w:rsidRDefault="00BC3D74">
      <w:pPr>
        <w:tabs>
          <w:tab w:val="left" w:pos="8745"/>
        </w:tabs>
        <w:rPr>
          <w:lang w:val="es-ES"/>
        </w:rPr>
      </w:pPr>
    </w:p>
    <w:p w14:paraId="71CA1339" w14:textId="77777777" w:rsidR="00BC3D74" w:rsidRDefault="00BC3D74">
      <w:pPr>
        <w:tabs>
          <w:tab w:val="left" w:pos="8745"/>
        </w:tabs>
        <w:rPr>
          <w:lang w:val="es-ES"/>
        </w:rPr>
      </w:pPr>
    </w:p>
    <w:p w14:paraId="70505309" w14:textId="77777777" w:rsidR="00BC3D74" w:rsidRDefault="00BC3D74">
      <w:pPr>
        <w:tabs>
          <w:tab w:val="left" w:pos="8745"/>
        </w:tabs>
        <w:rPr>
          <w:lang w:val="es-ES"/>
        </w:rPr>
      </w:pPr>
    </w:p>
    <w:p w14:paraId="548E7EAC" w14:textId="77777777" w:rsidR="00BC3D74" w:rsidRDefault="00BC3D74">
      <w:pPr>
        <w:tabs>
          <w:tab w:val="left" w:pos="8745"/>
        </w:tabs>
        <w:rPr>
          <w:lang w:val="es-ES"/>
        </w:rPr>
      </w:pPr>
    </w:p>
    <w:p w14:paraId="799E76CE" w14:textId="77777777" w:rsidR="00BC3D74" w:rsidRDefault="00BC3D74">
      <w:pPr>
        <w:tabs>
          <w:tab w:val="left" w:pos="8745"/>
        </w:tabs>
        <w:rPr>
          <w:lang w:val="es-ES"/>
        </w:rPr>
      </w:pPr>
    </w:p>
    <w:p w14:paraId="4F40B35F" w14:textId="77777777" w:rsidR="00BC3D74" w:rsidRDefault="00BC3D74">
      <w:pPr>
        <w:tabs>
          <w:tab w:val="left" w:pos="8745"/>
        </w:tabs>
        <w:rPr>
          <w:lang w:val="es-ES"/>
        </w:rPr>
      </w:pPr>
    </w:p>
    <w:p w14:paraId="002E2B24" w14:textId="77777777" w:rsidR="00BC3D74" w:rsidRDefault="00BC3D74">
      <w:pPr>
        <w:tabs>
          <w:tab w:val="left" w:pos="8745"/>
        </w:tabs>
        <w:rPr>
          <w:lang w:val="es-ES"/>
        </w:rPr>
      </w:pPr>
    </w:p>
    <w:p w14:paraId="0639BF93" w14:textId="77777777" w:rsidR="00BC3D74" w:rsidRDefault="00BC3D74">
      <w:pPr>
        <w:tabs>
          <w:tab w:val="left" w:pos="8745"/>
        </w:tabs>
        <w:rPr>
          <w:lang w:val="es-ES"/>
        </w:rPr>
      </w:pPr>
    </w:p>
    <w:p w14:paraId="7077266B" w14:textId="77777777" w:rsidR="00BC3D74" w:rsidRDefault="00BC3D74">
      <w:pPr>
        <w:tabs>
          <w:tab w:val="left" w:pos="8745"/>
        </w:tabs>
        <w:rPr>
          <w:lang w:val="es-ES"/>
        </w:rPr>
      </w:pPr>
    </w:p>
    <w:p w14:paraId="2609D20B" w14:textId="77777777" w:rsidR="00BC3D74" w:rsidRDefault="00BC3D74">
      <w:pPr>
        <w:tabs>
          <w:tab w:val="left" w:pos="8745"/>
        </w:tabs>
        <w:rPr>
          <w:lang w:val="es-ES"/>
        </w:rPr>
      </w:pPr>
    </w:p>
    <w:p w14:paraId="61CBA45F" w14:textId="77777777" w:rsidR="00BC3D74" w:rsidRDefault="00BC3D74">
      <w:pPr>
        <w:tabs>
          <w:tab w:val="left" w:pos="8745"/>
        </w:tabs>
        <w:rPr>
          <w:lang w:val="es-ES"/>
        </w:rPr>
      </w:pPr>
    </w:p>
    <w:p w14:paraId="5C6DA913" w14:textId="1C06CC7E" w:rsidR="00BC3D74" w:rsidRDefault="00BC3D74">
      <w:pPr>
        <w:tabs>
          <w:tab w:val="left" w:pos="8745"/>
        </w:tabs>
        <w:rPr>
          <w:lang w:val="es-ES"/>
        </w:rPr>
      </w:pPr>
    </w:p>
    <w:p w14:paraId="75FC3290" w14:textId="77777777" w:rsidR="00BC3D74" w:rsidRDefault="00BC3D74">
      <w:pPr>
        <w:tabs>
          <w:tab w:val="left" w:pos="8745"/>
        </w:tabs>
        <w:rPr>
          <w:lang w:val="es-ES"/>
        </w:rPr>
      </w:pPr>
    </w:p>
    <w:p w14:paraId="672CB765" w14:textId="57000332" w:rsidR="00BC3D74" w:rsidRDefault="00BC3D74">
      <w:pPr>
        <w:tabs>
          <w:tab w:val="left" w:pos="8745"/>
        </w:tabs>
        <w:rPr>
          <w:lang w:val="es-ES"/>
        </w:rPr>
      </w:pPr>
    </w:p>
    <w:p w14:paraId="39848BE9" w14:textId="77777777" w:rsidR="00BC3D74" w:rsidRDefault="00BC3D74">
      <w:pPr>
        <w:tabs>
          <w:tab w:val="left" w:pos="8745"/>
        </w:tabs>
        <w:rPr>
          <w:lang w:val="es-ES"/>
        </w:rPr>
      </w:pPr>
    </w:p>
    <w:p w14:paraId="2CF84AE7" w14:textId="77777777" w:rsidR="00BC3D74" w:rsidRDefault="00BC3D74">
      <w:pPr>
        <w:tabs>
          <w:tab w:val="left" w:pos="8745"/>
        </w:tabs>
        <w:rPr>
          <w:lang w:val="es-ES"/>
        </w:rPr>
      </w:pPr>
    </w:p>
    <w:p w14:paraId="4C5E50EA" w14:textId="77777777" w:rsidR="00BC3D74" w:rsidRDefault="00BC3D74">
      <w:pPr>
        <w:tabs>
          <w:tab w:val="left" w:pos="8745"/>
        </w:tabs>
        <w:rPr>
          <w:lang w:val="es-ES"/>
        </w:rPr>
      </w:pPr>
    </w:p>
    <w:p w14:paraId="59530868" w14:textId="77777777" w:rsidR="00BC3D74" w:rsidRDefault="00BC3D74">
      <w:pPr>
        <w:tabs>
          <w:tab w:val="left" w:pos="8745"/>
        </w:tabs>
        <w:rPr>
          <w:lang w:val="es-ES"/>
        </w:rPr>
      </w:pPr>
    </w:p>
    <w:p w14:paraId="61767118" w14:textId="77777777" w:rsidR="00BC3D74" w:rsidRDefault="00BC3D74">
      <w:pPr>
        <w:tabs>
          <w:tab w:val="left" w:pos="8745"/>
        </w:tabs>
        <w:rPr>
          <w:lang w:val="es-ES"/>
        </w:rPr>
      </w:pPr>
    </w:p>
    <w:p w14:paraId="17DD9477" w14:textId="77777777" w:rsidR="00BC3D74" w:rsidRDefault="00BC3D74">
      <w:pPr>
        <w:tabs>
          <w:tab w:val="left" w:pos="8745"/>
        </w:tabs>
        <w:rPr>
          <w:lang w:val="es-ES"/>
        </w:rPr>
      </w:pPr>
    </w:p>
    <w:p w14:paraId="2A955E8A" w14:textId="77777777" w:rsidR="00BC3D74" w:rsidRDefault="00BC3D74">
      <w:pPr>
        <w:tabs>
          <w:tab w:val="left" w:pos="8745"/>
        </w:tabs>
        <w:rPr>
          <w:lang w:val="es-ES"/>
        </w:rPr>
      </w:pPr>
    </w:p>
    <w:p w14:paraId="3F58AEA6" w14:textId="77777777" w:rsidR="00BC3D74" w:rsidRDefault="00BC3D74">
      <w:pPr>
        <w:tabs>
          <w:tab w:val="left" w:pos="8745"/>
        </w:tabs>
        <w:rPr>
          <w:lang w:val="es-ES"/>
        </w:rPr>
      </w:pPr>
    </w:p>
    <w:p w14:paraId="4830D9F7" w14:textId="77777777" w:rsidR="00BC3D74" w:rsidRDefault="00BC3D74">
      <w:pPr>
        <w:tabs>
          <w:tab w:val="left" w:pos="8745"/>
        </w:tabs>
        <w:rPr>
          <w:lang w:val="es-ES"/>
        </w:rPr>
      </w:pPr>
    </w:p>
    <w:p w14:paraId="1526B366" w14:textId="4BDFB705" w:rsidR="00BC3D74" w:rsidRDefault="000C1237">
      <w:pPr>
        <w:tabs>
          <w:tab w:val="left" w:pos="8745"/>
        </w:tabs>
        <w:rPr>
          <w:lang w:val="es-ES"/>
        </w:rPr>
      </w:pPr>
      <w:r>
        <w:rPr>
          <w:noProof/>
        </w:rPr>
        <w:pict w14:anchorId="2857442B">
          <v:shape id="Cuadro de texto 2" o:spid="_x0000_s2063" type="#_x0000_t202" style="position:absolute;margin-left:429.95pt;margin-top:38.6pt;width:80.8pt;height:19.65pt;z-index:25166592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7545F9F9" w14:textId="77777777" w:rsidR="000C1237" w:rsidRDefault="000C1237" w:rsidP="000C1237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1893CCC8" w14:textId="77777777" w:rsidR="000C1237" w:rsidRDefault="000C1237" w:rsidP="000C1237">
                  <w:pPr>
                    <w:jc w:val="center"/>
                  </w:pPr>
                </w:p>
              </w:txbxContent>
            </v:textbox>
          </v:shape>
        </w:pict>
      </w:r>
    </w:p>
    <w:p w14:paraId="08BCFB4B" w14:textId="77777777" w:rsidR="007A4E04" w:rsidRDefault="007A4E04">
      <w:pPr>
        <w:tabs>
          <w:tab w:val="left" w:pos="8745"/>
        </w:tabs>
        <w:rPr>
          <w:lang w:val="es-ES"/>
        </w:rPr>
        <w:sectPr w:rsidR="007A4E04" w:rsidSect="009B1F7B">
          <w:headerReference w:type="default" r:id="rId11"/>
          <w:pgSz w:w="12240" w:h="15840" w:code="1"/>
          <w:pgMar w:top="1008" w:right="1008" w:bottom="1008" w:left="1008" w:header="720" w:footer="720" w:gutter="0"/>
          <w:cols w:space="720"/>
          <w:docGrid w:linePitch="360"/>
        </w:sectPr>
      </w:pPr>
    </w:p>
    <w:p w14:paraId="5501184E" w14:textId="77777777" w:rsidR="007A4E04" w:rsidRDefault="00000000" w:rsidP="007A4E04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noProof/>
          <w:lang w:val="es-MX" w:eastAsia="es-MX"/>
        </w:rPr>
        <w:lastRenderedPageBreak/>
        <w:pict w14:anchorId="3A6D44B2">
          <v:shape id="_x0000_s2057" type="#_x0000_t202" style="position:absolute;margin-left:372.45pt;margin-top:-13.15pt;width:120.65pt;height:33pt;z-index:251661824;mso-width-relative:margin;mso-height-relative:margin" stroked="f">
            <v:textbox style="mso-next-textbox:#_x0000_s2057">
              <w:txbxContent>
                <w:p w14:paraId="44A5AF41" w14:textId="77777777" w:rsidR="007A4E04" w:rsidRPr="005E0290" w:rsidRDefault="007A4E04" w:rsidP="007A4E04">
                  <w:pPr>
                    <w:ind w:right="272"/>
                    <w:rPr>
                      <w:rFonts w:ascii="Arial" w:hAnsi="Arial" w:cs="Arial"/>
                      <w:b/>
                      <w:color w:val="7030A0"/>
                      <w:sz w:val="40"/>
                      <w:szCs w:val="40"/>
                    </w:rPr>
                  </w:pPr>
                  <w:r w:rsidRPr="005E0290">
                    <w:rPr>
                      <w:rFonts w:ascii="Arial" w:hAnsi="Arial" w:cs="Arial"/>
                      <w:b/>
                      <w:color w:val="7030A0"/>
                      <w:sz w:val="40"/>
                      <w:szCs w:val="40"/>
                    </w:rPr>
                    <w:t xml:space="preserve">Anexo </w:t>
                  </w:r>
                  <w:r w:rsidR="00253614">
                    <w:rPr>
                      <w:rFonts w:ascii="Arial" w:hAnsi="Arial" w:cs="Arial"/>
                      <w:b/>
                      <w:color w:val="7030A0"/>
                      <w:sz w:val="40"/>
                      <w:szCs w:val="40"/>
                    </w:rPr>
                    <w:t>99</w:t>
                  </w:r>
                </w:p>
              </w:txbxContent>
            </v:textbox>
          </v:shape>
        </w:pict>
      </w:r>
      <w:r w:rsidR="007A4E04" w:rsidRPr="006C696E">
        <w:rPr>
          <w:rFonts w:ascii="Arial" w:hAnsi="Arial" w:cs="Arial"/>
          <w:b/>
          <w:noProof/>
          <w:lang w:val="es-ES" w:eastAsia="es-ES"/>
        </w:rPr>
        <w:drawing>
          <wp:inline distT="0" distB="0" distL="0" distR="0" wp14:anchorId="0CF1400D" wp14:editId="1E32EEF8">
            <wp:extent cx="1276350" cy="704850"/>
            <wp:effectExtent l="0" t="0" r="0" b="0"/>
            <wp:docPr id="4" name="Imagen 1" descr="IECM curvas-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F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2" descr="IECM curvas-4">
                      <a:extLst>
                        <a:ext uri="{FF2B5EF4-FFF2-40B4-BE49-F238E27FC236}">
                          <a16:creationId xmlns:a16="http://schemas.microsoft.com/office/drawing/2014/main" id="{00000000-0008-0000-0000-00000F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201" cy="70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E3AAF" w14:textId="77777777" w:rsidR="007A4E04" w:rsidRPr="009B1F7B" w:rsidRDefault="007A4E04" w:rsidP="007A4E04">
      <w:pPr>
        <w:jc w:val="right"/>
        <w:rPr>
          <w:rFonts w:ascii="Arial" w:hAnsi="Arial" w:cs="Arial"/>
          <w:b/>
          <w:sz w:val="24"/>
          <w:szCs w:val="24"/>
          <w:lang w:val="es-MX"/>
        </w:rPr>
      </w:pPr>
      <w:r w:rsidRPr="009B1F7B">
        <w:rPr>
          <w:rFonts w:ascii="Arial" w:hAnsi="Arial" w:cs="Arial"/>
          <w:b/>
          <w:sz w:val="24"/>
          <w:szCs w:val="24"/>
          <w:lang w:val="es-MX"/>
        </w:rPr>
        <w:t>DIRECCIÓN DISTRITAL ____</w:t>
      </w:r>
    </w:p>
    <w:p w14:paraId="0AEE16F5" w14:textId="77777777" w:rsidR="007A4E04" w:rsidRPr="009B1F7B" w:rsidRDefault="007A4E04" w:rsidP="007A4E04">
      <w:pPr>
        <w:rPr>
          <w:rFonts w:ascii="Arial" w:hAnsi="Arial" w:cs="Arial"/>
          <w:b/>
          <w:sz w:val="24"/>
          <w:szCs w:val="24"/>
          <w:lang w:val="es-MX"/>
        </w:rPr>
      </w:pPr>
    </w:p>
    <w:p w14:paraId="6AF35E23" w14:textId="77777777" w:rsidR="007A4E04" w:rsidRPr="009B1F7B" w:rsidRDefault="007A4E04" w:rsidP="007A4E04">
      <w:pPr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156F5A35" w14:textId="77777777" w:rsidR="007A4E04" w:rsidRPr="009B1F7B" w:rsidRDefault="007A4E04" w:rsidP="009B1F7B">
      <w:pPr>
        <w:tabs>
          <w:tab w:val="right" w:leader="hyphen" w:pos="9469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9B1F7B">
        <w:rPr>
          <w:rFonts w:ascii="Arial" w:hAnsi="Arial" w:cs="Arial"/>
          <w:b/>
          <w:sz w:val="24"/>
          <w:szCs w:val="24"/>
          <w:lang w:val="es-MX"/>
        </w:rPr>
        <w:t>LICENCIADA O LICENCIADO ___________________________________________</w:t>
      </w:r>
      <w:r w:rsidRPr="009B1F7B">
        <w:rPr>
          <w:rFonts w:ascii="Arial" w:hAnsi="Arial" w:cs="Arial"/>
          <w:sz w:val="24"/>
          <w:szCs w:val="24"/>
          <w:lang w:val="es-MX"/>
        </w:rPr>
        <w:t xml:space="preserve">, </w:t>
      </w:r>
      <w:r w:rsidRPr="009B1F7B">
        <w:rPr>
          <w:rFonts w:ascii="Arial" w:hAnsi="Arial" w:cs="Arial"/>
          <w:b/>
          <w:sz w:val="24"/>
          <w:szCs w:val="24"/>
          <w:lang w:val="es-MX"/>
        </w:rPr>
        <w:t xml:space="preserve">SECRETARIA O SECRETARIO DE ÓRGANO DESCONCENTRADO DE LA DIRECCIÓN DISTRITAL ___ </w:t>
      </w:r>
      <w:r w:rsidRPr="009B1F7B">
        <w:rPr>
          <w:rFonts w:ascii="Arial" w:hAnsi="Arial" w:cs="Arial"/>
          <w:sz w:val="24"/>
          <w:szCs w:val="24"/>
          <w:lang w:val="es-MX"/>
        </w:rPr>
        <w:t>DEL INSTITUTO ELECTORAL DE LA CIUDAD DE MÉXICO, CON FUNDAMENTO EN EL ARTÍCULO 113, FRACCIONES X Y XIV DEL CÓDIGO DE INSTITUCIONES Y PROCEDIMIENTOS ELECTORALES DE LA CIUDAD DE MÉXICO.</w:t>
      </w:r>
      <w:r w:rsidRPr="009B1F7B">
        <w:rPr>
          <w:rFonts w:ascii="Arial" w:hAnsi="Arial" w:cs="Arial"/>
          <w:sz w:val="24"/>
          <w:szCs w:val="24"/>
          <w:lang w:val="es-MX"/>
        </w:rPr>
        <w:tab/>
      </w:r>
    </w:p>
    <w:p w14:paraId="6BE44F89" w14:textId="77777777" w:rsidR="007A4E04" w:rsidRPr="009B1F7B" w:rsidRDefault="007A4E04" w:rsidP="009B1F7B">
      <w:pPr>
        <w:tabs>
          <w:tab w:val="right" w:leader="hyphen" w:pos="9469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9B1F7B">
        <w:rPr>
          <w:rFonts w:ascii="Arial" w:hAnsi="Arial" w:cs="Arial"/>
          <w:sz w:val="24"/>
          <w:szCs w:val="24"/>
          <w:lang w:val="es-MX"/>
        </w:rPr>
        <w:tab/>
      </w:r>
    </w:p>
    <w:p w14:paraId="30CC2206" w14:textId="77777777" w:rsidR="007A4E04" w:rsidRPr="009B1F7B" w:rsidRDefault="007A4E04" w:rsidP="009B1F7B">
      <w:pPr>
        <w:tabs>
          <w:tab w:val="right" w:leader="hyphen" w:pos="9469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9B1F7B">
        <w:rPr>
          <w:rFonts w:ascii="Arial" w:hAnsi="Arial" w:cs="Arial"/>
          <w:sz w:val="24"/>
          <w:szCs w:val="24"/>
          <w:lang w:val="es-MX"/>
        </w:rPr>
        <w:t xml:space="preserve"> ---------------------------------------------------</w:t>
      </w:r>
      <w:r w:rsidRPr="009B1F7B">
        <w:rPr>
          <w:rFonts w:ascii="Arial" w:hAnsi="Arial" w:cs="Arial"/>
          <w:b/>
          <w:sz w:val="24"/>
          <w:szCs w:val="24"/>
          <w:lang w:val="es-MX"/>
        </w:rPr>
        <w:t>CERTIFICA</w:t>
      </w:r>
      <w:r w:rsidRPr="009B1F7B">
        <w:rPr>
          <w:rFonts w:ascii="Arial" w:hAnsi="Arial" w:cs="Arial"/>
          <w:sz w:val="24"/>
          <w:szCs w:val="24"/>
          <w:lang w:val="es-MX"/>
        </w:rPr>
        <w:tab/>
      </w:r>
    </w:p>
    <w:p w14:paraId="2241FF59" w14:textId="77777777" w:rsidR="007A4E04" w:rsidRPr="009B1F7B" w:rsidRDefault="007A4E04" w:rsidP="009B1F7B">
      <w:pPr>
        <w:tabs>
          <w:tab w:val="right" w:leader="hyphen" w:pos="9469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9B1F7B">
        <w:rPr>
          <w:rFonts w:ascii="Arial" w:hAnsi="Arial" w:cs="Arial"/>
          <w:sz w:val="24"/>
          <w:szCs w:val="24"/>
          <w:lang w:val="es-MX"/>
        </w:rPr>
        <w:tab/>
      </w:r>
    </w:p>
    <w:p w14:paraId="58EDB187" w14:textId="77777777" w:rsidR="007A4E04" w:rsidRPr="009B1F7B" w:rsidRDefault="00EF610E" w:rsidP="009B1F7B">
      <w:pPr>
        <w:tabs>
          <w:tab w:val="right" w:leader="hyphen" w:pos="9469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9B1F7B">
        <w:rPr>
          <w:rFonts w:ascii="Arial" w:hAnsi="Arial" w:cs="Arial"/>
          <w:sz w:val="24"/>
          <w:szCs w:val="24"/>
          <w:lang w:val="es-MX"/>
        </w:rPr>
        <w:t xml:space="preserve">QUE </w:t>
      </w:r>
      <w:r w:rsidR="00346510" w:rsidRPr="00346510">
        <w:rPr>
          <w:rFonts w:ascii="Arial" w:hAnsi="Arial" w:cs="Arial"/>
          <w:sz w:val="24"/>
          <w:szCs w:val="24"/>
          <w:lang w:val="es-MX"/>
        </w:rPr>
        <w:t>EL PRESENTE DISCO COMPACTO CONTIENE LAS CONSTANCIAS DIGITALIZADAS CONSTANTES EN (</w:t>
      </w:r>
      <w:r w:rsidR="00346510" w:rsidRPr="00346510">
        <w:rPr>
          <w:rFonts w:ascii="Arial" w:hAnsi="Arial" w:cs="Arial"/>
          <w:b/>
          <w:sz w:val="24"/>
          <w:szCs w:val="24"/>
          <w:u w:val="single"/>
          <w:lang w:val="es-MX"/>
        </w:rPr>
        <w:t>NÚMERO DE FOJAS</w:t>
      </w:r>
      <w:r w:rsidR="00346510" w:rsidRPr="00346510">
        <w:rPr>
          <w:rFonts w:ascii="Arial" w:hAnsi="Arial" w:cs="Arial"/>
          <w:sz w:val="24"/>
          <w:szCs w:val="24"/>
          <w:lang w:val="es-MX"/>
        </w:rPr>
        <w:t>) QUE INTEGRAN EL EXPEDIENTE DE LA</w:t>
      </w:r>
      <w:r w:rsidRPr="009B1F7B">
        <w:rPr>
          <w:rFonts w:ascii="Arial" w:hAnsi="Arial" w:cs="Arial"/>
          <w:sz w:val="24"/>
          <w:szCs w:val="24"/>
          <w:lang w:val="es-MX"/>
        </w:rPr>
        <w:t xml:space="preserve"> (ELECCIÓN DE </w:t>
      </w:r>
      <w:r>
        <w:rPr>
          <w:rFonts w:ascii="Arial" w:hAnsi="Arial" w:cs="Arial"/>
          <w:sz w:val="24"/>
          <w:szCs w:val="24"/>
          <w:lang w:val="es-MX"/>
        </w:rPr>
        <w:t xml:space="preserve">LAS </w:t>
      </w:r>
      <w:r w:rsidRPr="009B1F7B">
        <w:rPr>
          <w:rFonts w:ascii="Arial" w:hAnsi="Arial" w:cs="Arial"/>
          <w:sz w:val="24"/>
          <w:szCs w:val="24"/>
          <w:lang w:val="es-MX"/>
        </w:rPr>
        <w:t>COMISIONES DE PARTICIPACIÓN COMUNITARIA 2023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Pr="009B1F7B">
        <w:rPr>
          <w:rFonts w:ascii="Arial" w:hAnsi="Arial" w:cs="Arial"/>
          <w:sz w:val="24"/>
          <w:szCs w:val="24"/>
          <w:lang w:val="es-MX"/>
        </w:rPr>
        <w:t xml:space="preserve">/ CONSULTA DE PRESUPUESTO PARTICIPATIVO 2023 Y 2024), CELEBRADA DEL </w:t>
      </w:r>
      <w:r>
        <w:rPr>
          <w:rFonts w:ascii="Arial" w:hAnsi="Arial" w:cs="Arial"/>
          <w:sz w:val="24"/>
          <w:szCs w:val="24"/>
          <w:lang w:val="es-MX"/>
        </w:rPr>
        <w:t>_____</w:t>
      </w:r>
      <w:r w:rsidRPr="009B1F7B">
        <w:rPr>
          <w:rFonts w:ascii="Arial" w:hAnsi="Arial" w:cs="Arial"/>
          <w:sz w:val="24"/>
          <w:szCs w:val="24"/>
          <w:lang w:val="es-MX"/>
        </w:rPr>
        <w:t xml:space="preserve"> DE </w:t>
      </w:r>
      <w:r>
        <w:rPr>
          <w:rFonts w:ascii="Arial" w:hAnsi="Arial" w:cs="Arial"/>
          <w:sz w:val="24"/>
          <w:szCs w:val="24"/>
          <w:lang w:val="es-MX"/>
        </w:rPr>
        <w:t>_____</w:t>
      </w:r>
      <w:r w:rsidRPr="009B1F7B">
        <w:rPr>
          <w:rFonts w:ascii="Arial" w:hAnsi="Arial" w:cs="Arial"/>
          <w:sz w:val="24"/>
          <w:szCs w:val="24"/>
          <w:lang w:val="es-MX"/>
        </w:rPr>
        <w:t xml:space="preserve"> AL </w:t>
      </w:r>
      <w:r>
        <w:rPr>
          <w:rFonts w:ascii="Arial" w:hAnsi="Arial" w:cs="Arial"/>
          <w:sz w:val="24"/>
          <w:szCs w:val="24"/>
          <w:lang w:val="es-MX"/>
        </w:rPr>
        <w:t>_____</w:t>
      </w:r>
      <w:r w:rsidRPr="009B1F7B">
        <w:rPr>
          <w:rFonts w:ascii="Arial" w:hAnsi="Arial" w:cs="Arial"/>
          <w:sz w:val="24"/>
          <w:szCs w:val="24"/>
          <w:lang w:val="es-MX"/>
        </w:rPr>
        <w:t xml:space="preserve"> DE </w:t>
      </w:r>
      <w:r>
        <w:rPr>
          <w:rFonts w:ascii="Arial" w:hAnsi="Arial" w:cs="Arial"/>
          <w:sz w:val="24"/>
          <w:szCs w:val="24"/>
          <w:lang w:val="es-MX"/>
        </w:rPr>
        <w:t>_____</w:t>
      </w:r>
      <w:r w:rsidRPr="009B1F7B">
        <w:rPr>
          <w:rFonts w:ascii="Arial" w:hAnsi="Arial" w:cs="Arial"/>
          <w:sz w:val="24"/>
          <w:szCs w:val="24"/>
          <w:lang w:val="es-MX"/>
        </w:rPr>
        <w:t>, ASÍ COMO EL SIETE DE MAYO DE DOS MIL VEINTITRÉS, RESPECTIVAMENTE, EN EL ÁMBITO TERRITORIAL DEL DISTRITO ELECTORAL ___; LEGAJO QUE SE TUVO A LA VISTA Y QUE COINCIDE EN TODAS SUS PARTES CON SU ORIGINAL, MISMO QUE OBRA EN LOS ARCHIVOS DE LA SECRETARIA EJECUTIVA DEL INSTITUTO ELECTORAL DE LA CIUDAD DE MÉXICO.</w:t>
      </w:r>
      <w:r w:rsidR="007A4E04" w:rsidRPr="009B1F7B">
        <w:rPr>
          <w:rFonts w:ascii="Arial" w:hAnsi="Arial" w:cs="Arial"/>
          <w:sz w:val="24"/>
          <w:szCs w:val="24"/>
          <w:lang w:val="es-MX"/>
        </w:rPr>
        <w:tab/>
      </w:r>
    </w:p>
    <w:p w14:paraId="31C06ABA" w14:textId="77777777" w:rsidR="007A4E04" w:rsidRPr="009B1F7B" w:rsidRDefault="007A4E04" w:rsidP="009B1F7B">
      <w:pPr>
        <w:tabs>
          <w:tab w:val="right" w:leader="hyphen" w:pos="9469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9B1F7B">
        <w:rPr>
          <w:rFonts w:ascii="Arial" w:hAnsi="Arial" w:cs="Arial"/>
          <w:sz w:val="24"/>
          <w:szCs w:val="24"/>
          <w:lang w:val="es-MX"/>
        </w:rPr>
        <w:tab/>
      </w:r>
    </w:p>
    <w:p w14:paraId="3DCB1D83" w14:textId="77777777" w:rsidR="007A4E04" w:rsidRPr="009B1F7B" w:rsidRDefault="009B1F7B" w:rsidP="009B1F7B">
      <w:pPr>
        <w:tabs>
          <w:tab w:val="right" w:leader="hyphen" w:pos="9469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9B1F7B">
        <w:rPr>
          <w:rFonts w:ascii="Arial" w:hAnsi="Arial" w:cs="Arial"/>
          <w:sz w:val="24"/>
          <w:szCs w:val="24"/>
          <w:lang w:val="es-MX"/>
        </w:rPr>
        <w:t>LA PRESENTE CERTIFICACIÓN SE EXPIDE PARA LOS EFECTOS LEGALES A QUE HAYA LUGAR, EN LA CIUDAD DE MÉXICO, A LOS ______ DÍAS DEL MES DE ______ DEL AÑO DOS MIL VEINTITRÉS.</w:t>
      </w:r>
      <w:r w:rsidR="007A4E04" w:rsidRPr="009B1F7B">
        <w:rPr>
          <w:rFonts w:ascii="Arial" w:hAnsi="Arial" w:cs="Arial"/>
          <w:sz w:val="24"/>
          <w:szCs w:val="24"/>
          <w:lang w:val="es-MX"/>
        </w:rPr>
        <w:tab/>
      </w:r>
    </w:p>
    <w:p w14:paraId="3438106B" w14:textId="77777777" w:rsidR="007A4E04" w:rsidRPr="009B1F7B" w:rsidRDefault="007A4E04" w:rsidP="009B1F7B">
      <w:pPr>
        <w:tabs>
          <w:tab w:val="right" w:leader="hyphen" w:pos="9469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9B1F7B">
        <w:rPr>
          <w:rFonts w:ascii="Arial" w:hAnsi="Arial" w:cs="Arial"/>
          <w:sz w:val="24"/>
          <w:szCs w:val="24"/>
          <w:lang w:val="es-MX"/>
        </w:rPr>
        <w:tab/>
        <w:t xml:space="preserve"> </w:t>
      </w:r>
    </w:p>
    <w:p w14:paraId="65DAACF0" w14:textId="77777777" w:rsidR="007A4E04" w:rsidRPr="009B1F7B" w:rsidRDefault="007A4E04" w:rsidP="007A4E04">
      <w:pPr>
        <w:jc w:val="both"/>
        <w:rPr>
          <w:rFonts w:ascii="Arial" w:hAnsi="Arial" w:cs="Arial"/>
          <w:sz w:val="24"/>
          <w:szCs w:val="24"/>
          <w:lang w:val="es-MX"/>
        </w:rPr>
      </w:pPr>
    </w:p>
    <w:p w14:paraId="11296BC0" w14:textId="77777777" w:rsidR="007A4E04" w:rsidRPr="009B1F7B" w:rsidRDefault="007A4E04" w:rsidP="007A4E04">
      <w:pPr>
        <w:jc w:val="both"/>
        <w:rPr>
          <w:rFonts w:ascii="Arial" w:hAnsi="Arial" w:cs="Arial"/>
          <w:sz w:val="24"/>
          <w:szCs w:val="24"/>
          <w:lang w:val="es-MX"/>
        </w:rPr>
      </w:pPr>
    </w:p>
    <w:p w14:paraId="7D176230" w14:textId="77777777" w:rsidR="007A4E04" w:rsidRPr="009B1F7B" w:rsidRDefault="007A4E04" w:rsidP="007A4E04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9B1F7B">
        <w:rPr>
          <w:rFonts w:ascii="Arial" w:hAnsi="Arial" w:cs="Arial"/>
          <w:b/>
          <w:sz w:val="24"/>
          <w:szCs w:val="24"/>
          <w:lang w:val="es-MX"/>
        </w:rPr>
        <w:t>SECRETARIA (O) DE ÓRGANO DESCONCENTRADO DE LA DIRECCIÓN DISTRITAL___</w:t>
      </w:r>
    </w:p>
    <w:p w14:paraId="051EC98C" w14:textId="77777777" w:rsidR="007A4E04" w:rsidRPr="009B1F7B" w:rsidRDefault="007A4E04" w:rsidP="007A4E04">
      <w:pPr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0926A7F3" w14:textId="77777777" w:rsidR="007A4E04" w:rsidRPr="009B1F7B" w:rsidRDefault="00000000" w:rsidP="007A4E04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noProof/>
          <w:sz w:val="24"/>
          <w:szCs w:val="24"/>
          <w:lang w:val="es-MX" w:eastAsia="es-MX"/>
        </w:rPr>
        <w:pict w14:anchorId="23065512">
          <v:shape id="Octágono 11" o:spid="_x0000_s2056" type="#_x0000_t10" style="position:absolute;left:0;text-align:left;margin-left:267.85pt;margin-top:4.85pt;width:77pt;height:75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" filled="f">
            <v:textbox style="mso-next-textbox:#Octágono 11">
              <w:txbxContent>
                <w:p w14:paraId="150F40F0" w14:textId="77777777" w:rsidR="007A4E04" w:rsidRPr="003D23FE" w:rsidRDefault="007A4E04" w:rsidP="007A4E0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</w:pPr>
                  <w:r w:rsidRPr="003D23FE"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  <w:t>S</w:t>
                  </w:r>
                  <w:r w:rsidRPr="003D23FE"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  <w:t>ello)</w:t>
                  </w:r>
                </w:p>
                <w:p w14:paraId="053AF35C" w14:textId="77777777" w:rsidR="007A4E04" w:rsidRPr="003D23FE" w:rsidRDefault="007A4E04" w:rsidP="007A4E04">
                  <w:pPr>
                    <w:jc w:val="center"/>
                    <w:rPr>
                      <w:rFonts w:ascii="Arial" w:hAnsi="Arial" w:cs="Arial"/>
                      <w:sz w:val="6"/>
                      <w:szCs w:val="6"/>
                      <w:lang w:val="es-MX"/>
                    </w:rPr>
                  </w:pPr>
                </w:p>
                <w:p w14:paraId="4196BE6E" w14:textId="77777777" w:rsidR="007A4E04" w:rsidRDefault="007A4E04" w:rsidP="007A4E04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</w:pPr>
                </w:p>
                <w:p w14:paraId="4F1449AB" w14:textId="77777777" w:rsidR="007A4E04" w:rsidRDefault="007A4E04" w:rsidP="007A4E04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</w:pPr>
                </w:p>
                <w:p w14:paraId="585AF871" w14:textId="77777777" w:rsidR="007A4E04" w:rsidRPr="003D23FE" w:rsidRDefault="007A4E04" w:rsidP="007A4E04">
                  <w:pPr>
                    <w:jc w:val="center"/>
                    <w:rPr>
                      <w:rFonts w:ascii="Arial" w:hAnsi="Arial" w:cs="Arial"/>
                      <w:sz w:val="6"/>
                      <w:szCs w:val="6"/>
                      <w:lang w:val="es-MX"/>
                    </w:rPr>
                  </w:pPr>
                </w:p>
                <w:p w14:paraId="34F9E04B" w14:textId="77777777" w:rsidR="007A4E04" w:rsidRPr="003D23FE" w:rsidRDefault="007A4E04" w:rsidP="007A4E04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lang w:val="es-MX"/>
                    </w:rPr>
                  </w:pPr>
                  <w:r w:rsidRPr="003D23FE"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  <w:t>Dirección Distrital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  <w:lang w:val="es-MX"/>
                    </w:rPr>
                    <w:t xml:space="preserve"> ___</w:t>
                  </w:r>
                </w:p>
              </w:txbxContent>
            </v:textbox>
          </v:shape>
        </w:pict>
      </w:r>
    </w:p>
    <w:p w14:paraId="2B05CF93" w14:textId="77777777" w:rsidR="007A4E04" w:rsidRPr="009B1F7B" w:rsidRDefault="007A4E04" w:rsidP="007A4E04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9B1F7B">
        <w:rPr>
          <w:rFonts w:ascii="Arial" w:hAnsi="Arial" w:cs="Arial"/>
          <w:b/>
          <w:sz w:val="24"/>
          <w:szCs w:val="24"/>
          <w:lang w:val="es-MX"/>
        </w:rPr>
        <w:t>NOMBRE Y FIRMA</w:t>
      </w:r>
    </w:p>
    <w:p w14:paraId="18F8FA05" w14:textId="77777777" w:rsidR="007A4E04" w:rsidRPr="00662716" w:rsidRDefault="007A4E04" w:rsidP="007A4E04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noProof/>
          <w:lang w:val="es-ES" w:eastAsia="es-ES"/>
        </w:rPr>
        <w:drawing>
          <wp:anchor distT="0" distB="0" distL="114300" distR="114300" simplePos="0" relativeHeight="251662848" behindDoc="0" locked="0" layoutInCell="1" allowOverlap="1" wp14:anchorId="44FA5720" wp14:editId="52ED3A52">
            <wp:simplePos x="0" y="0"/>
            <wp:positionH relativeFrom="column">
              <wp:posOffset>3633470</wp:posOffset>
            </wp:positionH>
            <wp:positionV relativeFrom="paragraph">
              <wp:posOffset>3175</wp:posOffset>
            </wp:positionV>
            <wp:extent cx="419100" cy="266700"/>
            <wp:effectExtent l="19050" t="0" r="0" b="0"/>
            <wp:wrapNone/>
            <wp:docPr id="5" name="Imagen 1" descr="IECM curvas-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F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2" descr="IECM curvas-4">
                      <a:extLst>
                        <a:ext uri="{FF2B5EF4-FFF2-40B4-BE49-F238E27FC236}">
                          <a16:creationId xmlns:a16="http://schemas.microsoft.com/office/drawing/2014/main" id="{00000000-0008-0000-0000-00000F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229C4D76" w14:textId="77777777" w:rsidR="007A4E04" w:rsidRPr="00662716" w:rsidRDefault="007A4E04" w:rsidP="007A4E04">
      <w:pPr>
        <w:pStyle w:val="Ttulo7"/>
        <w:jc w:val="both"/>
        <w:rPr>
          <w:rFonts w:cs="Arial"/>
          <w:b/>
          <w:sz w:val="24"/>
          <w:lang w:val="es-MX"/>
        </w:rPr>
      </w:pPr>
    </w:p>
    <w:p w14:paraId="615471D2" w14:textId="77777777" w:rsidR="007A4E04" w:rsidRPr="00662716" w:rsidRDefault="007A4E04" w:rsidP="007A4E04">
      <w:pPr>
        <w:rPr>
          <w:lang w:val="es-MX"/>
        </w:rPr>
      </w:pPr>
    </w:p>
    <w:p w14:paraId="7F9F69D7" w14:textId="77777777" w:rsidR="007A4E04" w:rsidRDefault="007A4E04" w:rsidP="007A4E04">
      <w:pPr>
        <w:rPr>
          <w:sz w:val="16"/>
          <w:szCs w:val="16"/>
          <w:lang w:val="es-MX"/>
        </w:rPr>
      </w:pPr>
    </w:p>
    <w:p w14:paraId="21AC542B" w14:textId="77777777" w:rsidR="007A4E04" w:rsidRDefault="007A4E04" w:rsidP="007A4E04">
      <w:pPr>
        <w:rPr>
          <w:sz w:val="16"/>
          <w:szCs w:val="16"/>
          <w:lang w:val="es-MX"/>
        </w:rPr>
      </w:pPr>
    </w:p>
    <w:p w14:paraId="6B25C139" w14:textId="77777777" w:rsidR="007A4E04" w:rsidRPr="00DC24FA" w:rsidRDefault="007A4E04" w:rsidP="007A4E04">
      <w:pPr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IECM-</w:t>
      </w:r>
      <w:r w:rsidRPr="008137B8">
        <w:rPr>
          <w:sz w:val="16"/>
          <w:szCs w:val="16"/>
          <w:lang w:val="es-MX"/>
        </w:rPr>
        <w:t>OD-___-___/2</w:t>
      </w:r>
      <w:r>
        <w:rPr>
          <w:sz w:val="16"/>
          <w:szCs w:val="16"/>
          <w:lang w:val="es-MX"/>
        </w:rPr>
        <w:t>3</w:t>
      </w:r>
    </w:p>
    <w:p w14:paraId="22728C1D" w14:textId="22754168" w:rsidR="007A4E04" w:rsidRPr="00662716" w:rsidRDefault="007A4E04" w:rsidP="007A4E04">
      <w:pPr>
        <w:rPr>
          <w:lang w:val="es-MX"/>
        </w:rPr>
      </w:pPr>
    </w:p>
    <w:p w14:paraId="1F75F74C" w14:textId="77777777" w:rsidR="007A4E04" w:rsidRDefault="007A4E04" w:rsidP="007A4E04">
      <w:pPr>
        <w:pStyle w:val="Textoindependiente3"/>
        <w:spacing w:after="0"/>
        <w:rPr>
          <w:rFonts w:ascii="Arial" w:hAnsi="Arial"/>
          <w:b/>
          <w:lang w:val="es-MX"/>
        </w:rPr>
      </w:pPr>
      <w:r w:rsidRPr="00662716">
        <w:rPr>
          <w:rFonts w:ascii="Arial" w:hAnsi="Arial"/>
          <w:sz w:val="24"/>
          <w:lang w:val="es-MX"/>
        </w:rPr>
        <w:t>---/---</w:t>
      </w:r>
    </w:p>
    <w:p w14:paraId="0B9CF262" w14:textId="77777777" w:rsidR="00BC3D74" w:rsidRDefault="00BC3D74">
      <w:pPr>
        <w:tabs>
          <w:tab w:val="left" w:pos="8745"/>
        </w:tabs>
        <w:rPr>
          <w:lang w:val="es-ES"/>
        </w:rPr>
      </w:pPr>
    </w:p>
    <w:p w14:paraId="1F0B4FED" w14:textId="075AED74" w:rsidR="00BC3D74" w:rsidRPr="00BC3D74" w:rsidRDefault="000C1237" w:rsidP="00BC3D74">
      <w:pPr>
        <w:tabs>
          <w:tab w:val="left" w:pos="8745"/>
        </w:tabs>
        <w:jc w:val="right"/>
        <w:rPr>
          <w:lang w:val="es-ES"/>
        </w:rPr>
      </w:pPr>
      <w:r>
        <w:rPr>
          <w:noProof/>
          <w:lang w:val="es-MX"/>
        </w:rPr>
        <w:pict w14:anchorId="2857442B">
          <v:shape id="_x0000_s2064" type="#_x0000_t202" style="position:absolute;left:0;text-align:left;margin-left:422.15pt;margin-top:34.45pt;width:80.8pt;height:19.65pt;z-index:2516669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27D7C633" w14:textId="56D0AF20" w:rsidR="000C1237" w:rsidRDefault="000C1237" w:rsidP="000C1237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  <w:p w14:paraId="1BDB5E5B" w14:textId="77777777" w:rsidR="000C1237" w:rsidRDefault="000C1237" w:rsidP="000C1237">
                  <w:pPr>
                    <w:jc w:val="center"/>
                  </w:pPr>
                </w:p>
              </w:txbxContent>
            </v:textbox>
          </v:shape>
        </w:pict>
      </w:r>
    </w:p>
    <w:sectPr w:rsidR="00BC3D74" w:rsidRPr="00BC3D74" w:rsidSect="009B1F7B">
      <w:headerReference w:type="default" r:id="rId13"/>
      <w:pgSz w:w="12240" w:h="15840" w:code="1"/>
      <w:pgMar w:top="1418" w:right="1418" w:bottom="1418" w:left="1418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72939" w14:textId="77777777" w:rsidR="00A5230B" w:rsidRDefault="00A5230B" w:rsidP="00822A1E">
      <w:r>
        <w:separator/>
      </w:r>
    </w:p>
  </w:endnote>
  <w:endnote w:type="continuationSeparator" w:id="0">
    <w:p w14:paraId="28114950" w14:textId="77777777" w:rsidR="00A5230B" w:rsidRDefault="00A5230B" w:rsidP="0082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D704E" w14:textId="77777777" w:rsidR="00A5230B" w:rsidRDefault="00A5230B" w:rsidP="00822A1E">
      <w:r>
        <w:separator/>
      </w:r>
    </w:p>
  </w:footnote>
  <w:footnote w:type="continuationSeparator" w:id="0">
    <w:p w14:paraId="1C3F734C" w14:textId="77777777" w:rsidR="00A5230B" w:rsidRDefault="00A5230B" w:rsidP="0082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C4690" w14:textId="77777777" w:rsidR="007A4E04" w:rsidRDefault="00000000">
    <w:pPr>
      <w:pStyle w:val="Encabezado"/>
    </w:pPr>
    <w:r>
      <w:rPr>
        <w:noProof/>
      </w:rPr>
      <w:pict w14:anchorId="6A162101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88.45pt;margin-top:14pt;width:106.35pt;height:27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" stroked="f">
          <v:textbox style="mso-next-textbox:#Text Box 1">
            <w:txbxContent>
              <w:p w14:paraId="72F96C17" w14:textId="77777777" w:rsidR="00822A1E" w:rsidRDefault="00822A1E" w:rsidP="00822A1E">
                <w:pPr>
                  <w:pStyle w:val="NormalWeb"/>
                  <w:spacing w:before="0" w:beforeAutospacing="0" w:after="0" w:afterAutospacing="0"/>
                  <w:ind w:right="-140"/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</w:pP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 w:rsidRPr="00930C3C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Anexo</w:t>
                </w:r>
                <w:r w:rsidR="00483152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 w:rsidR="00972773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62</w:t>
                </w:r>
              </w:p>
              <w:p w14:paraId="65B4A856" w14:textId="77777777" w:rsidR="00822A1E" w:rsidRPr="00930C3C" w:rsidRDefault="00822A1E" w:rsidP="00822A1E">
                <w:pPr>
                  <w:pStyle w:val="NormalWeb"/>
                  <w:spacing w:before="0" w:beforeAutospacing="0" w:after="0" w:afterAutospacing="0"/>
                  <w:ind w:right="-140"/>
                  <w:rPr>
                    <w:sz w:val="40"/>
                    <w:szCs w:val="40"/>
                  </w:rPr>
                </w:pPr>
                <w:r w:rsidRPr="00930C3C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__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EFFE" w14:textId="77777777" w:rsidR="007A4E04" w:rsidRDefault="007A4E0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87"/>
  <w:displayHorizontalDrawingGridEvery w:val="2"/>
  <w:displayVerticalDrawingGridEvery w:val="0"/>
  <w:noPunctuationKerning/>
  <w:characterSpacingControl w:val="doNotCompress"/>
  <w:hdrShapeDefaults>
    <o:shapedefaults v:ext="edit" spidmax="206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A1E"/>
    <w:rsid w:val="00011D48"/>
    <w:rsid w:val="000C1237"/>
    <w:rsid w:val="000D11C5"/>
    <w:rsid w:val="00130FFD"/>
    <w:rsid w:val="001459D6"/>
    <w:rsid w:val="00157399"/>
    <w:rsid w:val="001725B7"/>
    <w:rsid w:val="001912B0"/>
    <w:rsid w:val="001A47C1"/>
    <w:rsid w:val="001A5CF7"/>
    <w:rsid w:val="00253614"/>
    <w:rsid w:val="002832A5"/>
    <w:rsid w:val="002A0249"/>
    <w:rsid w:val="002B487A"/>
    <w:rsid w:val="00346510"/>
    <w:rsid w:val="003831CA"/>
    <w:rsid w:val="00402B61"/>
    <w:rsid w:val="00422DB8"/>
    <w:rsid w:val="0045072A"/>
    <w:rsid w:val="00460086"/>
    <w:rsid w:val="00483152"/>
    <w:rsid w:val="004D4337"/>
    <w:rsid w:val="004F6639"/>
    <w:rsid w:val="0051134E"/>
    <w:rsid w:val="007A4E04"/>
    <w:rsid w:val="007E6301"/>
    <w:rsid w:val="00803BB7"/>
    <w:rsid w:val="00805353"/>
    <w:rsid w:val="00822A1E"/>
    <w:rsid w:val="00844108"/>
    <w:rsid w:val="008866F7"/>
    <w:rsid w:val="008A3E31"/>
    <w:rsid w:val="008B578C"/>
    <w:rsid w:val="008E3839"/>
    <w:rsid w:val="009074A4"/>
    <w:rsid w:val="00972773"/>
    <w:rsid w:val="009B1F7B"/>
    <w:rsid w:val="009C34FD"/>
    <w:rsid w:val="00A30C6B"/>
    <w:rsid w:val="00A46C8A"/>
    <w:rsid w:val="00A5230B"/>
    <w:rsid w:val="00AD08B7"/>
    <w:rsid w:val="00B62B9D"/>
    <w:rsid w:val="00B87EE3"/>
    <w:rsid w:val="00B95D85"/>
    <w:rsid w:val="00BA25AB"/>
    <w:rsid w:val="00BC3D74"/>
    <w:rsid w:val="00C077D3"/>
    <w:rsid w:val="00CA4DDC"/>
    <w:rsid w:val="00CD6A79"/>
    <w:rsid w:val="00D001AD"/>
    <w:rsid w:val="00D400DF"/>
    <w:rsid w:val="00D52E79"/>
    <w:rsid w:val="00D65C9E"/>
    <w:rsid w:val="00E24EE2"/>
    <w:rsid w:val="00EF610E"/>
    <w:rsid w:val="00FA59D1"/>
    <w:rsid w:val="00FC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2"/>
    </o:shapelayout>
  </w:shapeDefaults>
  <w:decimalSymbol w:val="."/>
  <w:listSeparator w:val=","/>
  <w14:docId w14:val="364C86D1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6639"/>
    <w:rPr>
      <w:lang w:val="en-US" w:eastAsia="en-US"/>
    </w:rPr>
  </w:style>
  <w:style w:type="paragraph" w:styleId="Ttulo1">
    <w:name w:val="heading 1"/>
    <w:basedOn w:val="Normal"/>
    <w:next w:val="Normal"/>
    <w:qFormat/>
    <w:rsid w:val="004F6639"/>
    <w:pPr>
      <w:keepNext/>
      <w:outlineLvl w:val="0"/>
    </w:pPr>
    <w:rPr>
      <w:sz w:val="52"/>
      <w:szCs w:val="52"/>
    </w:rPr>
  </w:style>
  <w:style w:type="paragraph" w:styleId="Ttulo2">
    <w:name w:val="heading 2"/>
    <w:basedOn w:val="Normal"/>
    <w:next w:val="Normal"/>
    <w:qFormat/>
    <w:rsid w:val="004F6639"/>
    <w:pPr>
      <w:keepNext/>
      <w:jc w:val="center"/>
      <w:outlineLvl w:val="1"/>
    </w:pPr>
    <w:rPr>
      <w:sz w:val="52"/>
      <w:szCs w:val="5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7A4E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F6639"/>
    <w:rPr>
      <w:sz w:val="96"/>
      <w:szCs w:val="96"/>
    </w:rPr>
  </w:style>
  <w:style w:type="paragraph" w:styleId="Textoindependiente2">
    <w:name w:val="Body Text 2"/>
    <w:basedOn w:val="Normal"/>
    <w:link w:val="Textoindependiente2Car"/>
    <w:uiPriority w:val="99"/>
    <w:rsid w:val="004F6639"/>
    <w:pPr>
      <w:jc w:val="center"/>
    </w:pPr>
    <w:rPr>
      <w:i/>
      <w:sz w:val="52"/>
      <w:szCs w:val="52"/>
    </w:rPr>
  </w:style>
  <w:style w:type="table" w:customStyle="1" w:styleId="Tablanormal1">
    <w:name w:val="Tabla normal1"/>
    <w:semiHidden/>
    <w:rsid w:val="004F6639"/>
    <w:rPr>
      <w:lang w:val="en-US" w:eastAsia="en-US" w:bidi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B62B9D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uiPriority w:val="99"/>
    <w:rsid w:val="00822A1E"/>
    <w:rPr>
      <w:i/>
      <w:sz w:val="52"/>
      <w:szCs w:val="52"/>
    </w:rPr>
  </w:style>
  <w:style w:type="paragraph" w:styleId="Encabezado">
    <w:name w:val="header"/>
    <w:basedOn w:val="Normal"/>
    <w:link w:val="EncabezadoCar"/>
    <w:unhideWhenUsed/>
    <w:rsid w:val="00822A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822A1E"/>
  </w:style>
  <w:style w:type="paragraph" w:styleId="Piedepgina">
    <w:name w:val="footer"/>
    <w:basedOn w:val="Normal"/>
    <w:link w:val="PiedepginaCar"/>
    <w:unhideWhenUsed/>
    <w:rsid w:val="00822A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22A1E"/>
  </w:style>
  <w:style w:type="paragraph" w:styleId="NormalWeb">
    <w:name w:val="Normal (Web)"/>
    <w:basedOn w:val="Normal"/>
    <w:uiPriority w:val="99"/>
    <w:semiHidden/>
    <w:unhideWhenUsed/>
    <w:rsid w:val="00822A1E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styleId="Textoindependiente3">
    <w:name w:val="Body Text 3"/>
    <w:basedOn w:val="Normal"/>
    <w:link w:val="Textoindependiente3Car"/>
    <w:semiHidden/>
    <w:unhideWhenUsed/>
    <w:rsid w:val="00805353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semiHidden/>
    <w:rsid w:val="00805353"/>
    <w:rPr>
      <w:sz w:val="16"/>
      <w:szCs w:val="16"/>
    </w:rPr>
  </w:style>
  <w:style w:type="character" w:customStyle="1" w:styleId="Ttulo7Car">
    <w:name w:val="Título 7 Car"/>
    <w:basedOn w:val="Fuentedeprrafopredeter"/>
    <w:link w:val="Ttulo7"/>
    <w:semiHidden/>
    <w:rsid w:val="007A4E04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5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ardo.diaz\AppData\Roaming\Microsoft\Templates\Etiqueta%20de%20caja%20de%20C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95A0C693CEB341887D38A4A2B58B45040072C752107C5A7B47AA91A1EE638E6F1F" ma:contentTypeVersion="55" ma:contentTypeDescription="Create a new document." ma:contentTypeScope="" ma:versionID="aa9188b4c266804cbb28a4db8cb8c639">
  <xsd:schema xmlns:xsd="http://www.w3.org/2001/XMLSchema" xmlns:xs="http://www.w3.org/2001/XMLSchema" xmlns:p="http://schemas.microsoft.com/office/2006/metadata/properties" xmlns:ns2="2958f784-0ef9-4616-b22d-512a8cad1f0d" xmlns:ns3="fb5acd76-e9f3-4601-9d69-91f53ab96ae6" targetNamespace="http://schemas.microsoft.com/office/2006/metadata/properties" ma:root="true" ma:fieldsID="28b2ebc2219c7be35f0639cc7306e541" ns2:_="" ns3:_="">
    <xsd:import namespace="2958f784-0ef9-4616-b22d-512a8cad1f0d"/>
    <xsd:import namespace="fb5acd76-e9f3-4601-9d69-91f53ab96ae6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8f784-0ef9-4616-b22d-512a8cad1f0d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ca69c71e-a029-4733-aca1-cabc27411b08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8D80075B-F8CE-48D6-9BD2-D195F7E115A9}" ma:internalName="CSXSubmissionMarket" ma:readOnly="false" ma:showField="MarketName" ma:web="2958f784-0ef9-4616-b22d-512a8cad1f0d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9327d1a0-1a14-4b12-a74c-0f320f972977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1F044C38-11A0-4051-9DF8-A3AFA85E16DC}" ma:internalName="InProjectListLookup" ma:readOnly="true" ma:showField="InProjectLis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3b364bcb-a06e-4da1-8475-f5243c3236b2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1F044C38-11A0-4051-9DF8-A3AFA85E16DC}" ma:internalName="LastCompleteVersionLookup" ma:readOnly="true" ma:showField="LastComplete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1F044C38-11A0-4051-9DF8-A3AFA85E16DC}" ma:internalName="LastPreviewErrorLookup" ma:readOnly="true" ma:showField="LastPreview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1F044C38-11A0-4051-9DF8-A3AFA85E16DC}" ma:internalName="LastPreviewResultLookup" ma:readOnly="true" ma:showField="LastPreview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1F044C38-11A0-4051-9DF8-A3AFA85E16DC}" ma:internalName="LastPreviewAttemptDateLookup" ma:readOnly="true" ma:showField="LastPreview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1F044C38-11A0-4051-9DF8-A3AFA85E16DC}" ma:internalName="LastPreviewedByLookup" ma:readOnly="true" ma:showField="LastPreview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1F044C38-11A0-4051-9DF8-A3AFA85E16DC}" ma:internalName="LastPreviewTimeLookup" ma:readOnly="true" ma:showField="LastPreview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1F044C38-11A0-4051-9DF8-A3AFA85E16DC}" ma:internalName="LastPreviewVersionLookup" ma:readOnly="true" ma:showField="LastPreview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1F044C38-11A0-4051-9DF8-A3AFA85E16DC}" ma:internalName="LastPublishErrorLookup" ma:readOnly="true" ma:showField="LastPublish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1F044C38-11A0-4051-9DF8-A3AFA85E16DC}" ma:internalName="LastPublishResultLookup" ma:readOnly="true" ma:showField="LastPublish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1F044C38-11A0-4051-9DF8-A3AFA85E16DC}" ma:internalName="LastPublishAttemptDateLookup" ma:readOnly="true" ma:showField="LastPublish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1F044C38-11A0-4051-9DF8-A3AFA85E16DC}" ma:internalName="LastPublishedByLookup" ma:readOnly="true" ma:showField="LastPublish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1F044C38-11A0-4051-9DF8-A3AFA85E16DC}" ma:internalName="LastPublishTimeLookup" ma:readOnly="true" ma:showField="LastPublish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1F044C38-11A0-4051-9DF8-A3AFA85E16DC}" ma:internalName="LastPublishVersionLookup" ma:readOnly="true" ma:showField="LastPublish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AC64899A-88C0-4725-BCFC-902FA402DE74}" ma:internalName="LocLastLocAttemptVersionLookup" ma:readOnly="false" ma:showField="LastLocAttemptVersion" ma:web="2958f784-0ef9-4616-b22d-512a8cad1f0d">
      <xsd:simpleType>
        <xsd:restriction base="dms:Lookup"/>
      </xsd:simpleType>
    </xsd:element>
    <xsd:element name="LocLastLocAttemptVersionTypeLookup" ma:index="72" nillable="true" ma:displayName="Loc Last Loc Attempt Version Type" ma:default="" ma:list="{AC64899A-88C0-4725-BCFC-902FA402DE74}" ma:internalName="LocLastLocAttemptVersionTypeLookup" ma:readOnly="true" ma:showField="LastLocAttemptVersionType" ma:web="2958f784-0ef9-4616-b22d-512a8cad1f0d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AC64899A-88C0-4725-BCFC-902FA402DE74}" ma:internalName="LocNewPublishedVersionLookup" ma:readOnly="true" ma:showField="NewPublishedVersion" ma:web="2958f784-0ef9-4616-b22d-512a8cad1f0d">
      <xsd:simpleType>
        <xsd:restriction base="dms:Lookup"/>
      </xsd:simpleType>
    </xsd:element>
    <xsd:element name="LocOverallHandbackStatusLookup" ma:index="76" nillable="true" ma:displayName="Loc Overall Handback Status" ma:default="" ma:list="{AC64899A-88C0-4725-BCFC-902FA402DE74}" ma:internalName="LocOverallHandbackStatusLookup" ma:readOnly="true" ma:showField="OverallHandbackStatus" ma:web="2958f784-0ef9-4616-b22d-512a8cad1f0d">
      <xsd:simpleType>
        <xsd:restriction base="dms:Lookup"/>
      </xsd:simpleType>
    </xsd:element>
    <xsd:element name="LocOverallLocStatusLookup" ma:index="77" nillable="true" ma:displayName="Loc Overall Localize Status" ma:default="" ma:list="{AC64899A-88C0-4725-BCFC-902FA402DE74}" ma:internalName="LocOverallLocStatusLookup" ma:readOnly="true" ma:showField="OverallLocStatus" ma:web="2958f784-0ef9-4616-b22d-512a8cad1f0d">
      <xsd:simpleType>
        <xsd:restriction base="dms:Lookup"/>
      </xsd:simpleType>
    </xsd:element>
    <xsd:element name="LocOverallPreviewStatusLookup" ma:index="78" nillable="true" ma:displayName="Loc Overall Preview Status" ma:default="" ma:list="{AC64899A-88C0-4725-BCFC-902FA402DE74}" ma:internalName="LocOverallPreviewStatusLookup" ma:readOnly="true" ma:showField="OverallPreviewStatus" ma:web="2958f784-0ef9-4616-b22d-512a8cad1f0d">
      <xsd:simpleType>
        <xsd:restriction base="dms:Lookup"/>
      </xsd:simpleType>
    </xsd:element>
    <xsd:element name="LocOverallPublishStatusLookup" ma:index="79" nillable="true" ma:displayName="Loc Overall Publish Status" ma:default="" ma:list="{AC64899A-88C0-4725-BCFC-902FA402DE74}" ma:internalName="LocOverallPublishStatusLookup" ma:readOnly="true" ma:showField="OverallPublishStatus" ma:web="2958f784-0ef9-4616-b22d-512a8cad1f0d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AC64899A-88C0-4725-BCFC-902FA402DE74}" ma:internalName="LocProcessedForHandoffsLookup" ma:readOnly="true" ma:showField="ProcessedForHandoffs" ma:web="2958f784-0ef9-4616-b22d-512a8cad1f0d">
      <xsd:simpleType>
        <xsd:restriction base="dms:Lookup"/>
      </xsd:simpleType>
    </xsd:element>
    <xsd:element name="LocProcessedForMarketsLookup" ma:index="82" nillable="true" ma:displayName="Loc Processed For Markets" ma:default="" ma:list="{AC64899A-88C0-4725-BCFC-902FA402DE74}" ma:internalName="LocProcessedForMarketsLookup" ma:readOnly="true" ma:showField="ProcessedForMarkets" ma:web="2958f784-0ef9-4616-b22d-512a8cad1f0d">
      <xsd:simpleType>
        <xsd:restriction base="dms:Lookup"/>
      </xsd:simpleType>
    </xsd:element>
    <xsd:element name="LocPublishedDependentAssetsLookup" ma:index="83" nillable="true" ma:displayName="Loc Published Dependent Assets" ma:default="" ma:list="{AC64899A-88C0-4725-BCFC-902FA402DE74}" ma:internalName="LocPublishedDependentAssetsLookup" ma:readOnly="true" ma:showField="PublishedDependentAssets" ma:web="2958f784-0ef9-4616-b22d-512a8cad1f0d">
      <xsd:simpleType>
        <xsd:restriction base="dms:Lookup"/>
      </xsd:simpleType>
    </xsd:element>
    <xsd:element name="LocPublishedLinkedAssetsLookup" ma:index="84" nillable="true" ma:displayName="Loc Published Linked Assets" ma:default="" ma:list="{AC64899A-88C0-4725-BCFC-902FA402DE74}" ma:internalName="LocPublishedLinkedAssetsLookup" ma:readOnly="true" ma:showField="PublishedLinkedAssets" ma:web="2958f784-0ef9-4616-b22d-512a8cad1f0d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251ee2d3-c117-4524-b3f1-1010c3cab2a3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8D80075B-F8CE-48D6-9BD2-D195F7E115A9}" ma:internalName="Markets" ma:readOnly="false" ma:showField="MarketNa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1F044C38-11A0-4051-9DF8-A3AFA85E16DC}" ma:internalName="NumOfRatingsLookup" ma:readOnly="true" ma:showField="NumOfRating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1F044C38-11A0-4051-9DF8-A3AFA85E16DC}" ma:internalName="PublishStatusLookup" ma:readOnly="false" ma:showField="PublishStatu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654e2ea7-8c43-4b3c-9db4-bd71f7cfe4f4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33f01220-6030-4880-975f-b9ea0de09f53}" ma:internalName="TaxCatchAll" ma:showField="CatchAllData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33f01220-6030-4880-975f-b9ea0de09f53}" ma:internalName="TaxCatchAllLabel" ma:readOnly="true" ma:showField="CatchAllDataLabel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acd76-e9f3-4601-9d69-91f53ab96ae6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2958f784-0ef9-4616-b22d-512a8cad1f0d">false</MarketSpecific>
    <ApprovalStatus xmlns="2958f784-0ef9-4616-b22d-512a8cad1f0d">InProgress</ApprovalStatus>
    <LocComments xmlns="2958f784-0ef9-4616-b22d-512a8cad1f0d" xsi:nil="true"/>
    <DirectSourceMarket xmlns="2958f784-0ef9-4616-b22d-512a8cad1f0d">english</DirectSourceMarket>
    <ThumbnailAssetId xmlns="2958f784-0ef9-4616-b22d-512a8cad1f0d" xsi:nil="true"/>
    <PrimaryImageGen xmlns="2958f784-0ef9-4616-b22d-512a8cad1f0d">true</PrimaryImageGen>
    <LegacyData xmlns="2958f784-0ef9-4616-b22d-512a8cad1f0d" xsi:nil="true"/>
    <TPFriendlyName xmlns="2958f784-0ef9-4616-b22d-512a8cad1f0d" xsi:nil="true"/>
    <NumericId xmlns="2958f784-0ef9-4616-b22d-512a8cad1f0d" xsi:nil="true"/>
    <LocRecommendedHandoff xmlns="2958f784-0ef9-4616-b22d-512a8cad1f0d" xsi:nil="true"/>
    <BlockPublish xmlns="2958f784-0ef9-4616-b22d-512a8cad1f0d">false</BlockPublish>
    <BusinessGroup xmlns="2958f784-0ef9-4616-b22d-512a8cad1f0d" xsi:nil="true"/>
    <OpenTemplate xmlns="2958f784-0ef9-4616-b22d-512a8cad1f0d">true</OpenTemplate>
    <SourceTitle xmlns="2958f784-0ef9-4616-b22d-512a8cad1f0d">CD jewel case label</SourceTitle>
    <APEditor xmlns="2958f784-0ef9-4616-b22d-512a8cad1f0d">
      <UserInfo>
        <DisplayName/>
        <AccountId xsi:nil="true"/>
        <AccountType/>
      </UserInfo>
    </APEditor>
    <UALocComments xmlns="2958f784-0ef9-4616-b22d-512a8cad1f0d">2007 Template UpLeveling Do Not HandOff</UALocComments>
    <IntlLangReviewDate xmlns="2958f784-0ef9-4616-b22d-512a8cad1f0d" xsi:nil="true"/>
    <PublishStatusLookup xmlns="2958f784-0ef9-4616-b22d-512a8cad1f0d">
      <Value>656410</Value>
      <Value>656425</Value>
    </PublishStatusLookup>
    <ParentAssetId xmlns="2958f784-0ef9-4616-b22d-512a8cad1f0d" xsi:nil="true"/>
    <FeatureTagsTaxHTField0 xmlns="2958f784-0ef9-4616-b22d-512a8cad1f0d">
      <Terms xmlns="http://schemas.microsoft.com/office/infopath/2007/PartnerControls"/>
    </FeatureTagsTaxHTField0>
    <MachineTranslated xmlns="2958f784-0ef9-4616-b22d-512a8cad1f0d">false</MachineTranslated>
    <Providers xmlns="2958f784-0ef9-4616-b22d-512a8cad1f0d" xsi:nil="true"/>
    <OriginalSourceMarket xmlns="2958f784-0ef9-4616-b22d-512a8cad1f0d">english</OriginalSourceMarket>
    <APDescription xmlns="2958f784-0ef9-4616-b22d-512a8cad1f0d" xsi:nil="true"/>
    <ContentItem xmlns="2958f784-0ef9-4616-b22d-512a8cad1f0d" xsi:nil="true"/>
    <ClipArtFilename xmlns="2958f784-0ef9-4616-b22d-512a8cad1f0d" xsi:nil="true"/>
    <TPInstallLocation xmlns="2958f784-0ef9-4616-b22d-512a8cad1f0d" xsi:nil="true"/>
    <TimesCloned xmlns="2958f784-0ef9-4616-b22d-512a8cad1f0d" xsi:nil="true"/>
    <PublishTargets xmlns="2958f784-0ef9-4616-b22d-512a8cad1f0d">OfficeOnline,OfficeOnlineVNext</PublishTargets>
    <AcquiredFrom xmlns="2958f784-0ef9-4616-b22d-512a8cad1f0d">Internal MS</AcquiredFrom>
    <AssetStart xmlns="2958f784-0ef9-4616-b22d-512a8cad1f0d">2012-01-12T17:57:00+00:00</AssetStart>
    <FriendlyTitle xmlns="2958f784-0ef9-4616-b22d-512a8cad1f0d" xsi:nil="true"/>
    <Provider xmlns="2958f784-0ef9-4616-b22d-512a8cad1f0d" xsi:nil="true"/>
    <LastHandOff xmlns="2958f784-0ef9-4616-b22d-512a8cad1f0d" xsi:nil="true"/>
    <Manager xmlns="2958f784-0ef9-4616-b22d-512a8cad1f0d" xsi:nil="true"/>
    <UALocRecommendation xmlns="2958f784-0ef9-4616-b22d-512a8cad1f0d">Localize</UALocRecommendation>
    <ArtSampleDocs xmlns="2958f784-0ef9-4616-b22d-512a8cad1f0d" xsi:nil="true"/>
    <UACurrentWords xmlns="2958f784-0ef9-4616-b22d-512a8cad1f0d" xsi:nil="true"/>
    <TPClientViewer xmlns="2958f784-0ef9-4616-b22d-512a8cad1f0d" xsi:nil="true"/>
    <TemplateStatus xmlns="2958f784-0ef9-4616-b22d-512a8cad1f0d">Complete</TemplateStatus>
    <ShowIn xmlns="2958f784-0ef9-4616-b22d-512a8cad1f0d">Show everywhere</ShowIn>
    <CSXHash xmlns="2958f784-0ef9-4616-b22d-512a8cad1f0d" xsi:nil="true"/>
    <Downloads xmlns="2958f784-0ef9-4616-b22d-512a8cad1f0d">0</Downloads>
    <VoteCount xmlns="2958f784-0ef9-4616-b22d-512a8cad1f0d" xsi:nil="true"/>
    <OOCacheId xmlns="2958f784-0ef9-4616-b22d-512a8cad1f0d" xsi:nil="true"/>
    <IsDeleted xmlns="2958f784-0ef9-4616-b22d-512a8cad1f0d">false</IsDeleted>
    <InternalTagsTaxHTField0 xmlns="2958f784-0ef9-4616-b22d-512a8cad1f0d">
      <Terms xmlns="http://schemas.microsoft.com/office/infopath/2007/PartnerControls"/>
    </InternalTagsTaxHTField0>
    <UANotes xmlns="2958f784-0ef9-4616-b22d-512a8cad1f0d">2003 to 2007 conversion</UANotes>
    <AssetExpire xmlns="2958f784-0ef9-4616-b22d-512a8cad1f0d">2035-01-01T08:00:00+00:00</AssetExpire>
    <CSXSubmissionMarket xmlns="2958f784-0ef9-4616-b22d-512a8cad1f0d" xsi:nil="true"/>
    <DSATActionTaken xmlns="2958f784-0ef9-4616-b22d-512a8cad1f0d" xsi:nil="true"/>
    <SubmitterId xmlns="2958f784-0ef9-4616-b22d-512a8cad1f0d" xsi:nil="true"/>
    <EditorialTags xmlns="2958f784-0ef9-4616-b22d-512a8cad1f0d" xsi:nil="true"/>
    <TPExecutable xmlns="2958f784-0ef9-4616-b22d-512a8cad1f0d" xsi:nil="true"/>
    <CSXSubmissionDate xmlns="2958f784-0ef9-4616-b22d-512a8cad1f0d" xsi:nil="true"/>
    <CSXUpdate xmlns="2958f784-0ef9-4616-b22d-512a8cad1f0d">false</CSXUpdate>
    <AssetType xmlns="2958f784-0ef9-4616-b22d-512a8cad1f0d">TP</AssetType>
    <ApprovalLog xmlns="2958f784-0ef9-4616-b22d-512a8cad1f0d" xsi:nil="true"/>
    <BugNumber xmlns="2958f784-0ef9-4616-b22d-512a8cad1f0d" xsi:nil="true"/>
    <OriginAsset xmlns="2958f784-0ef9-4616-b22d-512a8cad1f0d" xsi:nil="true"/>
    <TPComponent xmlns="2958f784-0ef9-4616-b22d-512a8cad1f0d" xsi:nil="true"/>
    <Milestone xmlns="2958f784-0ef9-4616-b22d-512a8cad1f0d" xsi:nil="true"/>
    <RecommendationsModifier xmlns="2958f784-0ef9-4616-b22d-512a8cad1f0d" xsi:nil="true"/>
    <Description0 xmlns="fb5acd76-e9f3-4601-9d69-91f53ab96ae6" xsi:nil="true"/>
    <Component xmlns="fb5acd76-e9f3-4601-9d69-91f53ab96ae6" xsi:nil="true"/>
    <AssetId xmlns="2958f784-0ef9-4616-b22d-512a8cad1f0d">TP102815060</AssetId>
    <PolicheckWords xmlns="2958f784-0ef9-4616-b22d-512a8cad1f0d" xsi:nil="true"/>
    <TPLaunchHelpLink xmlns="2958f784-0ef9-4616-b22d-512a8cad1f0d" xsi:nil="true"/>
    <IntlLocPriority xmlns="2958f784-0ef9-4616-b22d-512a8cad1f0d" xsi:nil="true"/>
    <TPApplication xmlns="2958f784-0ef9-4616-b22d-512a8cad1f0d" xsi:nil="true"/>
    <IntlLangReviewer xmlns="2958f784-0ef9-4616-b22d-512a8cad1f0d" xsi:nil="true"/>
    <HandoffToMSDN xmlns="2958f784-0ef9-4616-b22d-512a8cad1f0d" xsi:nil="true"/>
    <PlannedPubDate xmlns="2958f784-0ef9-4616-b22d-512a8cad1f0d" xsi:nil="true"/>
    <CrawlForDependencies xmlns="2958f784-0ef9-4616-b22d-512a8cad1f0d">false</CrawlForDependencies>
    <LocLastLocAttemptVersionLookup xmlns="2958f784-0ef9-4616-b22d-512a8cad1f0d">778132</LocLastLocAttemptVersionLookup>
    <TrustLevel xmlns="2958f784-0ef9-4616-b22d-512a8cad1f0d">1 Microsoft Managed Content</TrustLevel>
    <CampaignTagsTaxHTField0 xmlns="2958f784-0ef9-4616-b22d-512a8cad1f0d">
      <Terms xmlns="http://schemas.microsoft.com/office/infopath/2007/PartnerControls"/>
    </CampaignTagsTaxHTField0>
    <TPNamespace xmlns="2958f784-0ef9-4616-b22d-512a8cad1f0d" xsi:nil="true"/>
    <TaxCatchAll xmlns="2958f784-0ef9-4616-b22d-512a8cad1f0d"/>
    <IsSearchable xmlns="2958f784-0ef9-4616-b22d-512a8cad1f0d">true</IsSearchable>
    <TemplateTemplateType xmlns="2958f784-0ef9-4616-b22d-512a8cad1f0d">Word 2007 Default</TemplateTemplateType>
    <Markets xmlns="2958f784-0ef9-4616-b22d-512a8cad1f0d"/>
    <IntlLangReview xmlns="2958f784-0ef9-4616-b22d-512a8cad1f0d">false</IntlLangReview>
    <UAProjectedTotalWords xmlns="2958f784-0ef9-4616-b22d-512a8cad1f0d" xsi:nil="true"/>
    <OutputCachingOn xmlns="2958f784-0ef9-4616-b22d-512a8cad1f0d">false</OutputCachingOn>
    <AverageRating xmlns="2958f784-0ef9-4616-b22d-512a8cad1f0d" xsi:nil="true"/>
    <APAuthor xmlns="2958f784-0ef9-4616-b22d-512a8cad1f0d">
      <UserInfo>
        <DisplayName/>
        <AccountId>2721</AccountId>
        <AccountType/>
      </UserInfo>
    </APAuthor>
    <TPCommandLine xmlns="2958f784-0ef9-4616-b22d-512a8cad1f0d" xsi:nil="true"/>
    <LocManualTestRequired xmlns="2958f784-0ef9-4616-b22d-512a8cad1f0d">false</LocManualTestRequired>
    <TPAppVersion xmlns="2958f784-0ef9-4616-b22d-512a8cad1f0d" xsi:nil="true"/>
    <EditorialStatus xmlns="2958f784-0ef9-4616-b22d-512a8cad1f0d" xsi:nil="true"/>
    <LastModifiedDateTime xmlns="2958f784-0ef9-4616-b22d-512a8cad1f0d" xsi:nil="true"/>
    <TPLaunchHelpLinkType xmlns="2958f784-0ef9-4616-b22d-512a8cad1f0d">Template</TPLaunchHelpLinkType>
    <OriginalRelease xmlns="2958f784-0ef9-4616-b22d-512a8cad1f0d">14</OriginalRelease>
    <ScenarioTagsTaxHTField0 xmlns="2958f784-0ef9-4616-b22d-512a8cad1f0d">
      <Terms xmlns="http://schemas.microsoft.com/office/infopath/2007/PartnerControls"/>
    </ScenarioTagsTaxHTField0>
    <LocalizationTagsTaxHTField0 xmlns="2958f784-0ef9-4616-b22d-512a8cad1f0d">
      <Terms xmlns="http://schemas.microsoft.com/office/infopath/2007/PartnerControls"/>
    </LocalizationTagsTaxHTField0>
    <LocMarketGroupTiers2 xmlns="2958f784-0ef9-4616-b22d-512a8cad1f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2121D9D-CA4E-4C75-99FF-BFFA94543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8f784-0ef9-4616-b22d-512a8cad1f0d"/>
    <ds:schemaRef ds:uri="fb5acd76-e9f3-4601-9d69-91f53ab96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957CC-20C1-48F3-8A87-4C80DFC5E5A2}">
  <ds:schemaRefs>
    <ds:schemaRef ds:uri="http://schemas.microsoft.com/office/2006/metadata/properties"/>
    <ds:schemaRef ds:uri="http://schemas.microsoft.com/office/infopath/2007/PartnerControls"/>
    <ds:schemaRef ds:uri="2958f784-0ef9-4616-b22d-512a8cad1f0d"/>
    <ds:schemaRef ds:uri="fb5acd76-e9f3-4601-9d69-91f53ab96ae6"/>
  </ds:schemaRefs>
</ds:datastoreItem>
</file>

<file path=customXml/itemProps3.xml><?xml version="1.0" encoding="utf-8"?>
<ds:datastoreItem xmlns:ds="http://schemas.openxmlformats.org/officeDocument/2006/customXml" ds:itemID="{FADC9C3B-1A84-425F-82C5-9FBFD001C2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Etiqueta de caja de CD</Template>
  <TotalTime>24</TotalTime>
  <Pages>2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Napoleón Díaz Castellanos</dc:creator>
  <cp:keywords/>
  <dc:description/>
  <cp:lastModifiedBy>Ivette de Jesús Cruz</cp:lastModifiedBy>
  <cp:revision>20</cp:revision>
  <cp:lastPrinted>2002-04-02T23:19:00Z</cp:lastPrinted>
  <dcterms:created xsi:type="dcterms:W3CDTF">2022-04-14T21:05:00Z</dcterms:created>
  <dcterms:modified xsi:type="dcterms:W3CDTF">2023-01-26T23:38:00Z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TC060872983082</vt:lpwstr>
  </property>
  <property fmtid="{D5CDD505-2E9C-101B-9397-08002B2CF9AE}" pid="3" name="InternalTags">
    <vt:lpwstr/>
  </property>
  <property fmtid="{D5CDD505-2E9C-101B-9397-08002B2CF9AE}" pid="4" name="ContentTypeId">
    <vt:lpwstr>0x010100DE95A0C693CEB341887D38A4A2B58B45040072C752107C5A7B47AA91A1EE638E6F1F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13992500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